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8FA4F6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37B81F9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DA10D32" w14:textId="77777777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7778F7">
        <w:rPr>
          <w:rFonts w:ascii="Corbel" w:hAnsi="Corbel"/>
          <w:i/>
          <w:smallCaps/>
          <w:sz w:val="24"/>
          <w:szCs w:val="24"/>
        </w:rPr>
        <w:t>20</w:t>
      </w:r>
      <w:r w:rsidR="006A3B90">
        <w:rPr>
          <w:rFonts w:ascii="Corbel" w:hAnsi="Corbel"/>
          <w:i/>
          <w:smallCaps/>
          <w:sz w:val="24"/>
          <w:szCs w:val="24"/>
        </w:rPr>
        <w:t>19</w:t>
      </w:r>
      <w:r w:rsidR="007778F7">
        <w:rPr>
          <w:rFonts w:ascii="Corbel" w:hAnsi="Corbel"/>
          <w:i/>
          <w:smallCaps/>
          <w:sz w:val="24"/>
          <w:szCs w:val="24"/>
        </w:rPr>
        <w:t>/202</w:t>
      </w:r>
      <w:r w:rsidR="004C19AB">
        <w:rPr>
          <w:rFonts w:ascii="Corbel" w:hAnsi="Corbel"/>
          <w:i/>
          <w:smallCaps/>
          <w:sz w:val="24"/>
          <w:szCs w:val="24"/>
        </w:rPr>
        <w:t>1</w:t>
      </w:r>
    </w:p>
    <w:p w14:paraId="1683FE20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60B8C5A0" w14:textId="77777777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831E8D">
        <w:rPr>
          <w:rFonts w:ascii="Corbel" w:hAnsi="Corbel"/>
          <w:sz w:val="20"/>
          <w:szCs w:val="20"/>
        </w:rPr>
        <w:t>20</w:t>
      </w:r>
      <w:r w:rsidR="006A3B90">
        <w:rPr>
          <w:rFonts w:ascii="Corbel" w:hAnsi="Corbel"/>
          <w:sz w:val="20"/>
          <w:szCs w:val="20"/>
        </w:rPr>
        <w:t>19</w:t>
      </w:r>
      <w:r w:rsidR="00831E8D">
        <w:rPr>
          <w:rFonts w:ascii="Corbel" w:hAnsi="Corbel"/>
          <w:sz w:val="20"/>
          <w:szCs w:val="20"/>
        </w:rPr>
        <w:t>/202</w:t>
      </w:r>
      <w:r w:rsidR="006A3B90">
        <w:rPr>
          <w:rFonts w:ascii="Corbel" w:hAnsi="Corbel"/>
          <w:sz w:val="20"/>
          <w:szCs w:val="20"/>
        </w:rPr>
        <w:t>0</w:t>
      </w:r>
      <w:r w:rsidR="004C19AB">
        <w:rPr>
          <w:rFonts w:ascii="Corbel" w:hAnsi="Corbel"/>
          <w:sz w:val="20"/>
          <w:szCs w:val="20"/>
        </w:rPr>
        <w:t xml:space="preserve"> </w:t>
      </w:r>
    </w:p>
    <w:p w14:paraId="2B826737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4BE658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5A15A6C" w14:textId="77777777" w:rsidTr="00B819C8">
        <w:tc>
          <w:tcPr>
            <w:tcW w:w="2694" w:type="dxa"/>
            <w:vAlign w:val="center"/>
          </w:tcPr>
          <w:p w14:paraId="5749968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D209282" w14:textId="77777777" w:rsidR="0085747A" w:rsidRPr="009C54AE" w:rsidRDefault="006778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Lektorat języka angielskiego</w:t>
            </w:r>
          </w:p>
        </w:tc>
      </w:tr>
      <w:tr w:rsidR="0085747A" w:rsidRPr="009C54AE" w14:paraId="7F20F25B" w14:textId="77777777" w:rsidTr="00B819C8">
        <w:tc>
          <w:tcPr>
            <w:tcW w:w="2694" w:type="dxa"/>
            <w:vAlign w:val="center"/>
          </w:tcPr>
          <w:p w14:paraId="3A16A8D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2591901" w14:textId="51680477" w:rsidR="0085747A" w:rsidRPr="009C54AE" w:rsidRDefault="0053016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4C19AB">
              <w:rPr>
                <w:rFonts w:ascii="Corbel" w:hAnsi="Corbel"/>
                <w:b w:val="0"/>
                <w:sz w:val="24"/>
                <w:szCs w:val="24"/>
              </w:rPr>
              <w:t>2</w:t>
            </w:r>
            <w:r w:rsidR="00027627">
              <w:rPr>
                <w:rFonts w:ascii="Corbel" w:hAnsi="Corbel"/>
                <w:b w:val="0"/>
                <w:sz w:val="24"/>
                <w:szCs w:val="24"/>
              </w:rPr>
              <w:t>N</w:t>
            </w:r>
            <w:r>
              <w:rPr>
                <w:rFonts w:ascii="Corbel" w:hAnsi="Corbel"/>
                <w:b w:val="0"/>
                <w:sz w:val="24"/>
                <w:szCs w:val="24"/>
              </w:rPr>
              <w:t>[1</w:t>
            </w:r>
            <w:r w:rsidR="00CA25F8">
              <w:rPr>
                <w:rFonts w:ascii="Corbel" w:hAnsi="Corbel"/>
                <w:b w:val="0"/>
                <w:sz w:val="24"/>
                <w:szCs w:val="24"/>
              </w:rPr>
              <w:t>-</w:t>
            </w:r>
            <w:r w:rsidR="004C19AB">
              <w:rPr>
                <w:rFonts w:ascii="Corbel" w:hAnsi="Corbel"/>
                <w:b w:val="0"/>
                <w:sz w:val="24"/>
                <w:szCs w:val="24"/>
              </w:rPr>
              <w:t>2</w:t>
            </w:r>
            <w:r>
              <w:rPr>
                <w:rFonts w:ascii="Corbel" w:hAnsi="Corbel"/>
                <w:b w:val="0"/>
                <w:sz w:val="24"/>
                <w:szCs w:val="24"/>
              </w:rPr>
              <w:t>]0_</w:t>
            </w:r>
            <w:r w:rsidR="004C19AB">
              <w:rPr>
                <w:rFonts w:ascii="Corbel" w:hAnsi="Corbel"/>
                <w:b w:val="0"/>
                <w:sz w:val="24"/>
                <w:szCs w:val="24"/>
              </w:rPr>
              <w:t>01</w:t>
            </w:r>
          </w:p>
        </w:tc>
      </w:tr>
      <w:tr w:rsidR="0085747A" w:rsidRPr="009C54AE" w14:paraId="16A47734" w14:textId="77777777" w:rsidTr="00B819C8">
        <w:tc>
          <w:tcPr>
            <w:tcW w:w="2694" w:type="dxa"/>
            <w:vAlign w:val="center"/>
          </w:tcPr>
          <w:p w14:paraId="2DFE99B3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B5B3F9F" w14:textId="77777777" w:rsidR="0085747A" w:rsidRPr="009C54AE" w:rsidRDefault="008C44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13C29DE" w14:textId="77777777" w:rsidTr="00B819C8">
        <w:tc>
          <w:tcPr>
            <w:tcW w:w="2694" w:type="dxa"/>
            <w:vAlign w:val="center"/>
          </w:tcPr>
          <w:p w14:paraId="3E7DC17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9738EDA" w14:textId="77777777" w:rsidR="0085747A" w:rsidRPr="009C54AE" w:rsidRDefault="00CA25F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A25F8">
              <w:rPr>
                <w:rFonts w:ascii="Corbel" w:hAnsi="Corbel"/>
                <w:b w:val="0"/>
                <w:sz w:val="24"/>
                <w:szCs w:val="24"/>
              </w:rPr>
              <w:t>Studium Języków Obcych</w:t>
            </w:r>
          </w:p>
        </w:tc>
      </w:tr>
      <w:tr w:rsidR="0085747A" w:rsidRPr="009C54AE" w14:paraId="61303CD0" w14:textId="77777777" w:rsidTr="00B819C8">
        <w:tc>
          <w:tcPr>
            <w:tcW w:w="2694" w:type="dxa"/>
            <w:vAlign w:val="center"/>
          </w:tcPr>
          <w:p w14:paraId="5C1F206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12B322A" w14:textId="77777777" w:rsidR="0085747A" w:rsidRPr="009C54AE" w:rsidRDefault="0053016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85747A" w:rsidRPr="009C54AE" w14:paraId="32C8DD9D" w14:textId="77777777" w:rsidTr="00B819C8">
        <w:tc>
          <w:tcPr>
            <w:tcW w:w="2694" w:type="dxa"/>
            <w:vAlign w:val="center"/>
          </w:tcPr>
          <w:p w14:paraId="1299E350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4B22F2F" w14:textId="77777777" w:rsidR="0085747A" w:rsidRPr="009C54AE" w:rsidRDefault="0053016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4C19AB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stopień</w:t>
            </w:r>
          </w:p>
        </w:tc>
      </w:tr>
      <w:tr w:rsidR="0085747A" w:rsidRPr="009C54AE" w14:paraId="1E04EC00" w14:textId="77777777" w:rsidTr="00B819C8">
        <w:tc>
          <w:tcPr>
            <w:tcW w:w="2694" w:type="dxa"/>
            <w:vAlign w:val="center"/>
          </w:tcPr>
          <w:p w14:paraId="5EEAAB1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BB1C5FA" w14:textId="77777777" w:rsidR="0085747A" w:rsidRPr="009C54AE" w:rsidRDefault="006F46A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530160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85747A" w:rsidRPr="009C54AE" w14:paraId="5C4651C6" w14:textId="77777777" w:rsidTr="00B819C8">
        <w:tc>
          <w:tcPr>
            <w:tcW w:w="2694" w:type="dxa"/>
            <w:vAlign w:val="center"/>
          </w:tcPr>
          <w:p w14:paraId="3DDE904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E52745A" w14:textId="783AB45D" w:rsidR="0085747A" w:rsidRPr="009C54AE" w:rsidRDefault="0002762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530160">
              <w:rPr>
                <w:rFonts w:ascii="Corbel" w:hAnsi="Corbel"/>
                <w:b w:val="0"/>
                <w:sz w:val="24"/>
                <w:szCs w:val="24"/>
              </w:rPr>
              <w:t>tacjonarna</w:t>
            </w:r>
          </w:p>
        </w:tc>
      </w:tr>
      <w:tr w:rsidR="0085747A" w:rsidRPr="009C54AE" w14:paraId="1C0939F9" w14:textId="77777777" w:rsidTr="00B819C8">
        <w:tc>
          <w:tcPr>
            <w:tcW w:w="2694" w:type="dxa"/>
            <w:vAlign w:val="center"/>
          </w:tcPr>
          <w:p w14:paraId="10BBF1C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537E2EC" w14:textId="77777777" w:rsidR="0085747A" w:rsidRPr="009C54AE" w:rsidRDefault="007778F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530160">
              <w:rPr>
                <w:rFonts w:ascii="Corbel" w:hAnsi="Corbel"/>
                <w:b w:val="0"/>
                <w:sz w:val="24"/>
                <w:szCs w:val="24"/>
              </w:rPr>
              <w:t>ok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CA25F8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>, s</w:t>
            </w:r>
            <w:r w:rsidR="00530160">
              <w:rPr>
                <w:rFonts w:ascii="Corbel" w:hAnsi="Corbel"/>
                <w:b w:val="0"/>
                <w:sz w:val="24"/>
                <w:szCs w:val="24"/>
              </w:rPr>
              <w:t>emestr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1</w:t>
            </w:r>
            <w:r w:rsidR="00CA25F8">
              <w:rPr>
                <w:rFonts w:ascii="Corbel" w:hAnsi="Corbel"/>
                <w:b w:val="0"/>
                <w:sz w:val="24"/>
                <w:szCs w:val="24"/>
              </w:rPr>
              <w:t xml:space="preserve"> i 2</w:t>
            </w:r>
          </w:p>
        </w:tc>
      </w:tr>
      <w:tr w:rsidR="0085747A" w:rsidRPr="009C54AE" w14:paraId="3B58FB9A" w14:textId="77777777" w:rsidTr="00B819C8">
        <w:tc>
          <w:tcPr>
            <w:tcW w:w="2694" w:type="dxa"/>
            <w:vAlign w:val="center"/>
          </w:tcPr>
          <w:p w14:paraId="2901CED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567D4BC" w14:textId="77777777" w:rsidR="0085747A" w:rsidRPr="009C54AE" w:rsidRDefault="00CA25F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ćwiczenia</w:t>
            </w:r>
          </w:p>
        </w:tc>
      </w:tr>
      <w:tr w:rsidR="00923D7D" w:rsidRPr="009C54AE" w14:paraId="0DD9FEF3" w14:textId="77777777" w:rsidTr="00B819C8">
        <w:tc>
          <w:tcPr>
            <w:tcW w:w="2694" w:type="dxa"/>
            <w:vAlign w:val="center"/>
          </w:tcPr>
          <w:p w14:paraId="5FB90B79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8FA1A90" w14:textId="77777777" w:rsidR="00923D7D" w:rsidRPr="009C54AE" w:rsidRDefault="00CA25F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 i angielski</w:t>
            </w:r>
          </w:p>
        </w:tc>
      </w:tr>
      <w:tr w:rsidR="0085747A" w:rsidRPr="009C54AE" w14:paraId="3236D7B3" w14:textId="77777777" w:rsidTr="00B819C8">
        <w:tc>
          <w:tcPr>
            <w:tcW w:w="2694" w:type="dxa"/>
            <w:vAlign w:val="center"/>
          </w:tcPr>
          <w:p w14:paraId="7F1674A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B87578F" w14:textId="77777777" w:rsidR="0085747A" w:rsidRPr="009C54AE" w:rsidRDefault="00CA25F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A25F8">
              <w:rPr>
                <w:rFonts w:ascii="Corbel" w:hAnsi="Corbel"/>
                <w:b w:val="0"/>
                <w:sz w:val="24"/>
                <w:szCs w:val="24"/>
              </w:rPr>
              <w:t>Agnieszka Czech-</w:t>
            </w:r>
            <w:proofErr w:type="spellStart"/>
            <w:r w:rsidRPr="00CA25F8">
              <w:rPr>
                <w:rFonts w:ascii="Corbel" w:hAnsi="Corbel"/>
                <w:b w:val="0"/>
                <w:sz w:val="24"/>
                <w:szCs w:val="24"/>
              </w:rPr>
              <w:t>Rogoyska</w:t>
            </w:r>
            <w:proofErr w:type="spellEnd"/>
          </w:p>
        </w:tc>
      </w:tr>
      <w:tr w:rsidR="0085747A" w:rsidRPr="009C54AE" w14:paraId="2ECD1B9D" w14:textId="77777777" w:rsidTr="00B819C8">
        <w:tc>
          <w:tcPr>
            <w:tcW w:w="2694" w:type="dxa"/>
            <w:vAlign w:val="center"/>
          </w:tcPr>
          <w:p w14:paraId="7CFDC43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E5C87A9" w14:textId="77777777" w:rsidR="0085747A" w:rsidRPr="009C54AE" w:rsidRDefault="00CA25F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A25F8">
              <w:rPr>
                <w:rFonts w:ascii="Corbel" w:hAnsi="Corbel"/>
                <w:b w:val="0"/>
                <w:sz w:val="24"/>
                <w:szCs w:val="24"/>
              </w:rPr>
              <w:t>Agnieszka Augustyn</w:t>
            </w:r>
          </w:p>
        </w:tc>
      </w:tr>
    </w:tbl>
    <w:p w14:paraId="0DA918E0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B2BFDC0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1B28751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8FDFCB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AE72963" w14:textId="77777777" w:rsidTr="004C19AB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53E4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9C38B1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BC45B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CADB6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4F4C5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17F1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5D0D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91A5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3BCA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29AFC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49665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543026D8" w14:textId="77777777" w:rsidTr="004C19A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B8D63" w14:textId="77777777" w:rsidR="00015B8F" w:rsidRPr="009C54AE" w:rsidRDefault="00A901A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BEFB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76C9D" w14:textId="7FF7B17B" w:rsidR="00015B8F" w:rsidRPr="009C54AE" w:rsidRDefault="0002762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E7AB6" w14:textId="77777777" w:rsidR="00015B8F" w:rsidRPr="009C54AE" w:rsidRDefault="00015B8F" w:rsidP="00961920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64A0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27A9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66F8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0E15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0830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013B0" w14:textId="77777777" w:rsidR="00015B8F" w:rsidRPr="009C54AE" w:rsidRDefault="0096192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961920" w:rsidRPr="009C54AE" w14:paraId="79B122B7" w14:textId="77777777" w:rsidTr="004C19A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F197D" w14:textId="77777777" w:rsidR="00961920" w:rsidRDefault="0096192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1B544" w14:textId="77777777" w:rsidR="00961920" w:rsidRPr="009C54AE" w:rsidRDefault="0096192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3B7E8" w14:textId="46775F19" w:rsidR="00961920" w:rsidRPr="009C54AE" w:rsidRDefault="0002762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3470C" w14:textId="77777777" w:rsidR="00961920" w:rsidRDefault="0096192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99CA8" w14:textId="77777777" w:rsidR="00961920" w:rsidRPr="009C54AE" w:rsidRDefault="0096192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BB845" w14:textId="77777777" w:rsidR="00961920" w:rsidRPr="009C54AE" w:rsidRDefault="0096192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8DD60" w14:textId="77777777" w:rsidR="00961920" w:rsidRPr="009C54AE" w:rsidRDefault="0096192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16918" w14:textId="77777777" w:rsidR="00961920" w:rsidRPr="009C54AE" w:rsidRDefault="0096192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9808F" w14:textId="77777777" w:rsidR="00961920" w:rsidRPr="009C54AE" w:rsidRDefault="0096192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5A253" w14:textId="77777777" w:rsidR="00961920" w:rsidRDefault="0096192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961920" w:rsidRPr="009C54AE" w14:paraId="5BA33780" w14:textId="77777777" w:rsidTr="004C19A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DBB25" w14:textId="77777777" w:rsidR="00961920" w:rsidRPr="00961920" w:rsidRDefault="00961920" w:rsidP="00961920">
            <w:pPr>
              <w:pStyle w:val="centralniewrubryce"/>
              <w:spacing w:before="0" w:after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961920">
              <w:rPr>
                <w:rFonts w:ascii="Corbel" w:hAnsi="Corbel"/>
                <w:b/>
                <w:bCs/>
                <w:sz w:val="24"/>
                <w:szCs w:val="24"/>
              </w:rPr>
              <w:t>Razem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14D3D" w14:textId="77777777" w:rsidR="00961920" w:rsidRPr="009C54AE" w:rsidRDefault="0096192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CEBFB" w14:textId="7470CEC3" w:rsidR="00961920" w:rsidRPr="00961920" w:rsidRDefault="00027627" w:rsidP="009C54AE">
            <w:pPr>
              <w:pStyle w:val="centralniewrubryce"/>
              <w:spacing w:before="0" w:after="0"/>
              <w:rPr>
                <w:rFonts w:ascii="Corbel" w:hAnsi="Corbel"/>
                <w:b/>
                <w:bCs/>
                <w:sz w:val="24"/>
                <w:szCs w:val="24"/>
              </w:rPr>
            </w:pPr>
            <w:r>
              <w:rPr>
                <w:rFonts w:ascii="Corbel" w:hAnsi="Corbel"/>
                <w:b/>
                <w:bCs/>
                <w:sz w:val="24"/>
                <w:szCs w:val="24"/>
              </w:rPr>
              <w:t>36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5FFB0" w14:textId="77777777" w:rsidR="00961920" w:rsidRDefault="0096192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EAE05" w14:textId="77777777" w:rsidR="00961920" w:rsidRPr="009C54AE" w:rsidRDefault="0096192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6E0A9" w14:textId="77777777" w:rsidR="00961920" w:rsidRPr="009C54AE" w:rsidRDefault="0096192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5B458" w14:textId="77777777" w:rsidR="00961920" w:rsidRPr="009C54AE" w:rsidRDefault="0096192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4850A" w14:textId="77777777" w:rsidR="00961920" w:rsidRPr="009C54AE" w:rsidRDefault="0096192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087C8" w14:textId="77777777" w:rsidR="00961920" w:rsidRPr="009C54AE" w:rsidRDefault="0096192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5D183" w14:textId="059AB04D" w:rsidR="00961920" w:rsidRPr="00961920" w:rsidRDefault="00F723D4" w:rsidP="009C54AE">
            <w:pPr>
              <w:pStyle w:val="centralniewrubryce"/>
              <w:spacing w:before="0" w:after="0"/>
              <w:rPr>
                <w:rFonts w:ascii="Corbel" w:hAnsi="Corbel"/>
                <w:b/>
                <w:bCs/>
                <w:sz w:val="24"/>
                <w:szCs w:val="24"/>
              </w:rPr>
            </w:pPr>
            <w:r>
              <w:rPr>
                <w:rFonts w:ascii="Corbel" w:hAnsi="Corbel"/>
                <w:b/>
                <w:bCs/>
                <w:sz w:val="24"/>
                <w:szCs w:val="24"/>
              </w:rPr>
              <w:t>4</w:t>
            </w:r>
          </w:p>
        </w:tc>
      </w:tr>
    </w:tbl>
    <w:p w14:paraId="1F950A16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3B0A6A4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AF5A158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C3B768C" w14:textId="77777777" w:rsidR="0085747A" w:rsidRPr="009C54AE" w:rsidRDefault="00961920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8C441B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703FC0EF" w14:textId="77777777" w:rsidR="0085747A" w:rsidRDefault="0085747A" w:rsidP="0096192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8D97620" w14:textId="77777777" w:rsidR="00961920" w:rsidRPr="009C54AE" w:rsidRDefault="00961920" w:rsidP="0096192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p w14:paraId="299599A5" w14:textId="77777777" w:rsidR="00E960BB" w:rsidRPr="004C19AB" w:rsidRDefault="00E22FBC" w:rsidP="004C19A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="004C19AB" w:rsidRPr="004C19AB">
        <w:rPr>
          <w:rFonts w:ascii="Corbel" w:hAnsi="Corbel"/>
          <w:b w:val="0"/>
          <w:szCs w:val="24"/>
        </w:rPr>
        <w:t>Ćwiczenia: zaliczenie z oceną (semestr 1-2), egzamin po 2 semestrze</w:t>
      </w:r>
    </w:p>
    <w:p w14:paraId="6B34179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41F8105" w14:textId="77777777" w:rsidTr="00745302">
        <w:tc>
          <w:tcPr>
            <w:tcW w:w="9670" w:type="dxa"/>
          </w:tcPr>
          <w:p w14:paraId="487B0FF2" w14:textId="77777777" w:rsidR="0085747A" w:rsidRPr="009C54AE" w:rsidRDefault="00961920" w:rsidP="0096192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619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języka angielskiego na poziomie B1 według Europejskiego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9619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Systemu Opisu Kształcenia Językowego</w:t>
            </w:r>
          </w:p>
        </w:tc>
      </w:tr>
    </w:tbl>
    <w:p w14:paraId="37A568F2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FB7D45E" w14:textId="77777777" w:rsidR="000208F2" w:rsidRDefault="000208F2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A5B0CCA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20677C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D2DD15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1C45AA8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3B5C642E" w14:textId="77777777" w:rsidTr="00923D7D">
        <w:tc>
          <w:tcPr>
            <w:tcW w:w="851" w:type="dxa"/>
            <w:vAlign w:val="center"/>
          </w:tcPr>
          <w:p w14:paraId="14D6D964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15E9CA2" w14:textId="77777777" w:rsidR="00961920" w:rsidRPr="00961920" w:rsidRDefault="00961920" w:rsidP="00961920">
            <w:pPr>
              <w:pStyle w:val="Podpunkty"/>
              <w:spacing w:before="40" w:after="40"/>
              <w:ind w:left="66"/>
              <w:rPr>
                <w:rFonts w:ascii="Corbel" w:hAnsi="Corbel"/>
                <w:b w:val="0"/>
                <w:sz w:val="24"/>
                <w:szCs w:val="24"/>
              </w:rPr>
            </w:pPr>
            <w:r w:rsidRPr="00961920">
              <w:rPr>
                <w:rFonts w:ascii="Corbel" w:hAnsi="Corbel"/>
                <w:b w:val="0"/>
                <w:sz w:val="24"/>
                <w:szCs w:val="24"/>
              </w:rPr>
              <w:t>Rozwijanie czterech sprawności językowych (rozumienie ze słuchu,</w:t>
            </w:r>
          </w:p>
          <w:p w14:paraId="75ABBB61" w14:textId="77777777" w:rsidR="00961920" w:rsidRPr="00961920" w:rsidRDefault="00961920" w:rsidP="00961920">
            <w:pPr>
              <w:pStyle w:val="Podpunkty"/>
              <w:spacing w:before="40" w:after="40"/>
              <w:ind w:left="66"/>
              <w:rPr>
                <w:rFonts w:ascii="Corbel" w:hAnsi="Corbel"/>
                <w:b w:val="0"/>
                <w:sz w:val="24"/>
                <w:szCs w:val="24"/>
              </w:rPr>
            </w:pPr>
            <w:r w:rsidRPr="00961920">
              <w:rPr>
                <w:rFonts w:ascii="Corbel" w:hAnsi="Corbel"/>
                <w:b w:val="0"/>
                <w:sz w:val="24"/>
                <w:szCs w:val="24"/>
              </w:rPr>
              <w:t>rozumienie tekstu czytanego, tworzenie wypowiedzi ustnych i</w:t>
            </w:r>
          </w:p>
          <w:p w14:paraId="584071D9" w14:textId="77777777" w:rsidR="008C441B" w:rsidRPr="009C54AE" w:rsidRDefault="00961920" w:rsidP="00961920">
            <w:pPr>
              <w:pStyle w:val="Podpunkty"/>
              <w:spacing w:before="40" w:after="40"/>
              <w:ind w:left="66"/>
              <w:rPr>
                <w:rFonts w:ascii="Corbel" w:hAnsi="Corbel"/>
                <w:b w:val="0"/>
                <w:sz w:val="24"/>
                <w:szCs w:val="24"/>
              </w:rPr>
            </w:pPr>
            <w:r w:rsidRPr="00961920">
              <w:rPr>
                <w:rFonts w:ascii="Corbel" w:hAnsi="Corbel"/>
                <w:b w:val="0"/>
                <w:sz w:val="24"/>
                <w:szCs w:val="24"/>
              </w:rPr>
              <w:t>pisemnych) w ramach tworzenia kompetencji komunikacyjnej na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p</w:t>
            </w:r>
            <w:r w:rsidRPr="00961920">
              <w:rPr>
                <w:rFonts w:ascii="Corbel" w:hAnsi="Corbel"/>
                <w:b w:val="0"/>
                <w:sz w:val="24"/>
                <w:szCs w:val="24"/>
              </w:rPr>
              <w:t>oziomie B2.</w:t>
            </w:r>
          </w:p>
        </w:tc>
      </w:tr>
      <w:tr w:rsidR="0085747A" w:rsidRPr="009C54AE" w14:paraId="1AC64939" w14:textId="77777777" w:rsidTr="00923D7D">
        <w:tc>
          <w:tcPr>
            <w:tcW w:w="851" w:type="dxa"/>
            <w:vAlign w:val="center"/>
          </w:tcPr>
          <w:p w14:paraId="627C0416" w14:textId="77777777" w:rsidR="0085747A" w:rsidRPr="009C54AE" w:rsidRDefault="008C441B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C2 </w:t>
            </w:r>
          </w:p>
        </w:tc>
        <w:tc>
          <w:tcPr>
            <w:tcW w:w="8819" w:type="dxa"/>
            <w:vAlign w:val="center"/>
          </w:tcPr>
          <w:p w14:paraId="4AB5B5DB" w14:textId="77777777" w:rsidR="00961920" w:rsidRPr="00961920" w:rsidRDefault="00961920" w:rsidP="00961920">
            <w:pPr>
              <w:pStyle w:val="Podpunkty"/>
              <w:spacing w:before="40" w:after="40"/>
              <w:ind w:left="66"/>
              <w:rPr>
                <w:rFonts w:ascii="Corbel" w:hAnsi="Corbel"/>
                <w:b w:val="0"/>
                <w:sz w:val="24"/>
                <w:szCs w:val="24"/>
              </w:rPr>
            </w:pPr>
            <w:r w:rsidRPr="00961920">
              <w:rPr>
                <w:rFonts w:ascii="Corbel" w:hAnsi="Corbel"/>
                <w:b w:val="0"/>
                <w:sz w:val="24"/>
                <w:szCs w:val="24"/>
              </w:rPr>
              <w:t>Wykształcenie kompetencji językowej umożliwiającej komunikację w</w:t>
            </w:r>
          </w:p>
          <w:p w14:paraId="380E61AF" w14:textId="77777777" w:rsidR="0085747A" w:rsidRPr="009C54AE" w:rsidRDefault="00961920" w:rsidP="00961920">
            <w:pPr>
              <w:pStyle w:val="Podpunkty"/>
              <w:spacing w:before="40" w:after="40"/>
              <w:ind w:left="66"/>
              <w:rPr>
                <w:rFonts w:ascii="Corbel" w:hAnsi="Corbel"/>
                <w:b w:val="0"/>
                <w:sz w:val="24"/>
                <w:szCs w:val="24"/>
              </w:rPr>
            </w:pPr>
            <w:r w:rsidRPr="00961920">
              <w:rPr>
                <w:rFonts w:ascii="Corbel" w:hAnsi="Corbel"/>
                <w:b w:val="0"/>
                <w:sz w:val="24"/>
                <w:szCs w:val="24"/>
              </w:rPr>
              <w:t>sytuacjach dnia codziennego jak i płynne i poprawne posługiwanie się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961920">
              <w:rPr>
                <w:rFonts w:ascii="Corbel" w:hAnsi="Corbel"/>
                <w:b w:val="0"/>
                <w:sz w:val="24"/>
                <w:szCs w:val="24"/>
              </w:rPr>
              <w:t>językiem angielskim do celów zawodowych i naukowych.</w:t>
            </w:r>
          </w:p>
        </w:tc>
      </w:tr>
      <w:tr w:rsidR="00961920" w:rsidRPr="009C54AE" w14:paraId="4D9F8A34" w14:textId="77777777" w:rsidTr="00923D7D">
        <w:tc>
          <w:tcPr>
            <w:tcW w:w="851" w:type="dxa"/>
            <w:vAlign w:val="center"/>
          </w:tcPr>
          <w:p w14:paraId="43F3D098" w14:textId="77777777" w:rsidR="00961920" w:rsidRDefault="0096192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7B963C98" w14:textId="77777777" w:rsidR="00961920" w:rsidRDefault="00961920" w:rsidP="00961920">
            <w:pPr>
              <w:pStyle w:val="Podpunkty"/>
              <w:spacing w:before="40" w:after="40"/>
              <w:ind w:left="66"/>
              <w:rPr>
                <w:rFonts w:ascii="Corbel" w:hAnsi="Corbel"/>
                <w:b w:val="0"/>
                <w:sz w:val="24"/>
                <w:szCs w:val="24"/>
              </w:rPr>
            </w:pPr>
            <w:r w:rsidRPr="00961920">
              <w:rPr>
                <w:rFonts w:ascii="Corbel" w:hAnsi="Corbel"/>
                <w:b w:val="0"/>
                <w:sz w:val="24"/>
                <w:szCs w:val="24"/>
              </w:rPr>
              <w:t>Kształcenie i udoskonalenie poprawności gramatycznej w wypowiedziach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961920">
              <w:rPr>
                <w:rFonts w:ascii="Corbel" w:hAnsi="Corbel"/>
                <w:b w:val="0"/>
                <w:sz w:val="24"/>
                <w:szCs w:val="24"/>
              </w:rPr>
              <w:t>ustnych i pisemnych.</w:t>
            </w:r>
          </w:p>
        </w:tc>
      </w:tr>
      <w:tr w:rsidR="00961920" w:rsidRPr="009C54AE" w14:paraId="01D0F3EC" w14:textId="77777777" w:rsidTr="00923D7D">
        <w:tc>
          <w:tcPr>
            <w:tcW w:w="851" w:type="dxa"/>
            <w:vAlign w:val="center"/>
          </w:tcPr>
          <w:p w14:paraId="7C85D7CF" w14:textId="77777777" w:rsidR="00961920" w:rsidRDefault="0096192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35B5281F" w14:textId="77777777" w:rsidR="00961920" w:rsidRDefault="004C19AB" w:rsidP="00961920">
            <w:pPr>
              <w:pStyle w:val="Podpunkty"/>
              <w:spacing w:before="40" w:after="40"/>
              <w:ind w:left="66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Utrwalanie</w:t>
            </w:r>
            <w:r w:rsidR="00961920" w:rsidRPr="00961920">
              <w:rPr>
                <w:rFonts w:ascii="Corbel" w:hAnsi="Corbel"/>
                <w:b w:val="0"/>
                <w:sz w:val="24"/>
                <w:szCs w:val="24"/>
              </w:rPr>
              <w:t xml:space="preserve"> słownictwa ogólnego oraz </w:t>
            </w:r>
            <w:r>
              <w:rPr>
                <w:rFonts w:ascii="Corbel" w:hAnsi="Corbel"/>
                <w:b w:val="0"/>
                <w:sz w:val="24"/>
                <w:szCs w:val="24"/>
              </w:rPr>
              <w:t>poszerze</w:t>
            </w:r>
            <w:r w:rsidR="00961920" w:rsidRPr="00961920">
              <w:rPr>
                <w:rFonts w:ascii="Corbel" w:hAnsi="Corbel"/>
                <w:b w:val="0"/>
                <w:sz w:val="24"/>
                <w:szCs w:val="24"/>
              </w:rPr>
              <w:t>nie słownictwa</w:t>
            </w:r>
            <w:r w:rsidR="0096192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961920" w:rsidRPr="00961920">
              <w:rPr>
                <w:rFonts w:ascii="Corbel" w:hAnsi="Corbel"/>
                <w:b w:val="0"/>
                <w:sz w:val="24"/>
                <w:szCs w:val="24"/>
              </w:rPr>
              <w:t>specjalistycznego (słownictwa w zakresie problematyki pracy socjalnej).</w:t>
            </w:r>
          </w:p>
        </w:tc>
      </w:tr>
      <w:tr w:rsidR="00961920" w:rsidRPr="009C54AE" w14:paraId="72EC9233" w14:textId="77777777" w:rsidTr="00923D7D">
        <w:tc>
          <w:tcPr>
            <w:tcW w:w="851" w:type="dxa"/>
            <w:vAlign w:val="center"/>
          </w:tcPr>
          <w:p w14:paraId="482A6339" w14:textId="77777777" w:rsidR="00961920" w:rsidRDefault="0096192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1D2D6E48" w14:textId="77777777" w:rsidR="00961920" w:rsidRPr="004C19AB" w:rsidRDefault="004C19AB" w:rsidP="0096192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4C19AB">
              <w:rPr>
                <w:rFonts w:ascii="Corbel" w:hAnsi="Corbel"/>
                <w:b w:val="0"/>
                <w:bCs/>
                <w:sz w:val="24"/>
                <w:szCs w:val="24"/>
              </w:rPr>
              <w:t>Przygotowanie do przedstawienia fachowej prezentacji i wzięcia udziału w specjalistycznej dyskusji dotyczącej własnej tematyki zawodowej na podstawie złożonych tekstów fachowych.</w:t>
            </w:r>
          </w:p>
        </w:tc>
      </w:tr>
    </w:tbl>
    <w:p w14:paraId="78B1AAC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2F0B49C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774DA04E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16FD513C" w14:textId="77777777" w:rsidTr="0071620A">
        <w:tc>
          <w:tcPr>
            <w:tcW w:w="1701" w:type="dxa"/>
            <w:vAlign w:val="center"/>
          </w:tcPr>
          <w:p w14:paraId="780BD62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923A64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67ADF0D7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18390B09" w14:textId="77777777" w:rsidTr="005E6E85">
        <w:tc>
          <w:tcPr>
            <w:tcW w:w="1701" w:type="dxa"/>
          </w:tcPr>
          <w:p w14:paraId="0F22183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2A075F94" w14:textId="77777777" w:rsidR="004C19AB" w:rsidRPr="004C19AB" w:rsidRDefault="004C19AB" w:rsidP="004C19AB">
            <w:pPr>
              <w:pStyle w:val="Punktygwne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C19AB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Student posiada pogłębioną umiejętność przygotowywania typowych prac pisemnych  oraz wystąpień ustnych </w:t>
            </w:r>
            <w:r w:rsidR="00356569">
              <w:rPr>
                <w:rFonts w:ascii="Corbel" w:hAnsi="Corbel"/>
                <w:b w:val="0"/>
                <w:bCs/>
                <w:smallCaps w:val="0"/>
                <w:szCs w:val="24"/>
              </w:rPr>
              <w:t>w języku polskim i języku angielskim</w:t>
            </w:r>
            <w:r w:rsidRPr="004C19AB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, dotyczących zagadnień szczegółowych, przy wykorzystaniu podstawowych ujęć teoretycznych, obserwacji i doświadczeń praktycznych, a także zróżnicowanych źródeł. </w:t>
            </w:r>
          </w:p>
          <w:p w14:paraId="77EA7EB0" w14:textId="77777777" w:rsidR="0085747A" w:rsidRPr="009C54AE" w:rsidRDefault="0085747A" w:rsidP="009619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14:paraId="7A0B228A" w14:textId="77777777" w:rsidR="0085747A" w:rsidRPr="009C54AE" w:rsidRDefault="00BA3AE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961920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="004C19AB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</w:tr>
      <w:tr w:rsidR="0085747A" w:rsidRPr="009C54AE" w14:paraId="61BE149F" w14:textId="77777777" w:rsidTr="005E6E85">
        <w:tc>
          <w:tcPr>
            <w:tcW w:w="1701" w:type="dxa"/>
          </w:tcPr>
          <w:p w14:paraId="5F69185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DD75A55" w14:textId="77777777" w:rsidR="004C19AB" w:rsidRPr="004C19AB" w:rsidRDefault="004C19AB" w:rsidP="004C19AB">
            <w:pPr>
              <w:pStyle w:val="Punktygwne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C19AB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Student potrafi samodzielnie dokonywać tłumaczeń i interpretacji tekstów w zakresie problematyki </w:t>
            </w:r>
            <w:r w:rsidR="005D158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pracy socjalnej w języku angielskim </w:t>
            </w:r>
            <w:r w:rsidRPr="004C19AB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zgodne z wymaganiami określonymi dla poziomu B2+ESKOKJ (Europejskiego Systemu Opisu Kształcenia Językowego) oraz uczestniczy w zajęciach prowadzonych w językach obcych, ma również umiejętność kontaktowania się z przedstawicielami zagranicznych środowisk naukowych.</w:t>
            </w:r>
          </w:p>
          <w:p w14:paraId="29B14679" w14:textId="77777777" w:rsidR="0085747A" w:rsidRPr="009C54AE" w:rsidRDefault="0085747A" w:rsidP="009619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14:paraId="10E95066" w14:textId="77777777" w:rsidR="0085747A" w:rsidRPr="009C54AE" w:rsidRDefault="00BA3AE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F12013"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="004C19AB">
              <w:rPr>
                <w:rFonts w:ascii="Corbel" w:hAnsi="Corbel"/>
                <w:b w:val="0"/>
                <w:smallCaps w:val="0"/>
                <w:szCs w:val="24"/>
              </w:rPr>
              <w:t>6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="0085747A" w:rsidRPr="009C54AE" w14:paraId="44621D95" w14:textId="77777777" w:rsidTr="005E6E85">
        <w:tc>
          <w:tcPr>
            <w:tcW w:w="1701" w:type="dxa"/>
          </w:tcPr>
          <w:p w14:paraId="542A011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4D3B0D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6A7977D8" w14:textId="77777777" w:rsidR="0085747A" w:rsidRPr="004C19AB" w:rsidRDefault="004C19AB" w:rsidP="004C19AB">
            <w:pPr>
              <w:pStyle w:val="Punktygwne"/>
              <w:rPr>
                <w:rFonts w:ascii="Corbel" w:hAnsi="Corbel"/>
                <w:szCs w:val="24"/>
              </w:rPr>
            </w:pPr>
            <w:r w:rsidRPr="004C19AB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Student potrafi samodzielnie dokonywać tłumaczeń i </w:t>
            </w:r>
            <w:r w:rsidRPr="004C19AB">
              <w:rPr>
                <w:rFonts w:ascii="Corbel" w:hAnsi="Corbel"/>
                <w:b w:val="0"/>
                <w:bCs/>
                <w:smallCaps w:val="0"/>
                <w:szCs w:val="24"/>
              </w:rPr>
              <w:lastRenderedPageBreak/>
              <w:t xml:space="preserve">interpretacji tekstów w zakresie problematyki </w:t>
            </w:r>
            <w:r w:rsidR="005D158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pracy socjalnej w języku angielskim </w:t>
            </w:r>
            <w:r w:rsidRPr="004C19AB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zgodne z wymaganiami określonymi dla poziomu B2+ESKOKJ (Europejskiego Systemu Opisu Kształcenia Językowego) oraz uczestniczy w zajęciach prowadzonych w językach obcych, ma również umiejętność kontaktowania się z przedstawicielami zagranicznych środowisk naukowych.</w:t>
            </w:r>
          </w:p>
        </w:tc>
        <w:tc>
          <w:tcPr>
            <w:tcW w:w="1873" w:type="dxa"/>
          </w:tcPr>
          <w:p w14:paraId="50F79028" w14:textId="77777777" w:rsidR="0085747A" w:rsidRPr="009C54AE" w:rsidRDefault="00BA3AE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K_</w:t>
            </w:r>
            <w:r w:rsidR="00F12013">
              <w:rPr>
                <w:rFonts w:ascii="Corbel" w:hAnsi="Corbel"/>
                <w:b w:val="0"/>
                <w:smallCaps w:val="0"/>
                <w:szCs w:val="24"/>
              </w:rPr>
              <w:t>U1</w:t>
            </w:r>
            <w:r w:rsidR="004C19AB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</w:tbl>
    <w:p w14:paraId="0315A8C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0F9D23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3B022043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B9C6F33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89C799B" w14:textId="77777777" w:rsidTr="00472759">
        <w:tc>
          <w:tcPr>
            <w:tcW w:w="9520" w:type="dxa"/>
          </w:tcPr>
          <w:p w14:paraId="1B62CE99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518F24C8" w14:textId="77777777" w:rsidTr="00472759">
        <w:tc>
          <w:tcPr>
            <w:tcW w:w="9520" w:type="dxa"/>
          </w:tcPr>
          <w:p w14:paraId="65F207B9" w14:textId="77777777" w:rsidR="001E5BA0" w:rsidRPr="001E5BA0" w:rsidRDefault="001E5BA0" w:rsidP="008A3BC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E5BA0">
              <w:rPr>
                <w:rFonts w:ascii="Corbel" w:hAnsi="Corbel"/>
                <w:sz w:val="24"/>
                <w:szCs w:val="24"/>
              </w:rPr>
              <w:t>Semestr 1</w:t>
            </w:r>
          </w:p>
          <w:p w14:paraId="111F2AF0" w14:textId="77777777" w:rsidR="004C19AB" w:rsidRPr="004C19AB" w:rsidRDefault="004C19AB" w:rsidP="008A3BCD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19AB">
              <w:rPr>
                <w:rFonts w:ascii="Corbel" w:hAnsi="Corbel"/>
                <w:sz w:val="24"/>
                <w:szCs w:val="24"/>
              </w:rPr>
              <w:t>Środowisko uniwersyteckie - rola języka angielskiego.</w:t>
            </w:r>
          </w:p>
          <w:p w14:paraId="73BEEDC9" w14:textId="77777777" w:rsidR="004C19AB" w:rsidRPr="004C19AB" w:rsidRDefault="004C19AB" w:rsidP="008A3BCD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19AB">
              <w:rPr>
                <w:rFonts w:ascii="Corbel" w:hAnsi="Corbel"/>
                <w:sz w:val="24"/>
                <w:szCs w:val="24"/>
              </w:rPr>
              <w:t>Rozmowa kwalifikacyjna - przygotowanie do rozmowy o pracę;</w:t>
            </w:r>
          </w:p>
          <w:p w14:paraId="7EB5257C" w14:textId="77777777" w:rsidR="004C19AB" w:rsidRPr="004C19AB" w:rsidRDefault="004C19AB" w:rsidP="008A3BCD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19AB">
              <w:rPr>
                <w:rFonts w:ascii="Corbel" w:hAnsi="Corbel"/>
                <w:sz w:val="24"/>
                <w:szCs w:val="24"/>
              </w:rPr>
              <w:t>przygotowanie listu motywacyjnego i CV.</w:t>
            </w:r>
          </w:p>
          <w:p w14:paraId="066C14CA" w14:textId="77777777" w:rsidR="004C19AB" w:rsidRPr="004C19AB" w:rsidRDefault="004C19AB" w:rsidP="008A3BCD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19AB">
              <w:rPr>
                <w:rFonts w:ascii="Corbel" w:hAnsi="Corbel"/>
                <w:sz w:val="24"/>
                <w:szCs w:val="24"/>
              </w:rPr>
              <w:t>Kompetencje zawodowe pracownika socjalnego - typowy dzień pracy,</w:t>
            </w:r>
          </w:p>
          <w:p w14:paraId="7B663DE7" w14:textId="77777777" w:rsidR="004C19AB" w:rsidRPr="004C19AB" w:rsidRDefault="004C19AB" w:rsidP="008A3BCD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19AB">
              <w:rPr>
                <w:rFonts w:ascii="Corbel" w:hAnsi="Corbel"/>
                <w:sz w:val="24"/>
                <w:szCs w:val="24"/>
              </w:rPr>
              <w:t>obowiązki, wyzwania, klienci.</w:t>
            </w:r>
          </w:p>
          <w:p w14:paraId="1C61D3C9" w14:textId="77777777" w:rsidR="004C19AB" w:rsidRPr="004C19AB" w:rsidRDefault="004C19AB" w:rsidP="008A3BCD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19AB">
              <w:rPr>
                <w:rFonts w:ascii="Corbel" w:hAnsi="Corbel"/>
                <w:sz w:val="24"/>
                <w:szCs w:val="24"/>
              </w:rPr>
              <w:t>Rozmowa z klientem. Techniki przeprowadzania wywiadu.</w:t>
            </w:r>
          </w:p>
          <w:p w14:paraId="70068C13" w14:textId="77777777" w:rsidR="004C19AB" w:rsidRPr="004C19AB" w:rsidRDefault="004C19AB" w:rsidP="008A3BCD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19AB">
              <w:rPr>
                <w:rFonts w:ascii="Corbel" w:hAnsi="Corbel"/>
                <w:sz w:val="24"/>
                <w:szCs w:val="24"/>
              </w:rPr>
              <w:t>Elementy psychologii. Typy osobowości. Psychologia grupy. Problemy</w:t>
            </w:r>
          </w:p>
          <w:p w14:paraId="4638AEBC" w14:textId="77777777" w:rsidR="004C19AB" w:rsidRPr="004C19AB" w:rsidRDefault="004C19AB" w:rsidP="008A3BCD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19AB">
              <w:rPr>
                <w:rFonts w:ascii="Corbel" w:hAnsi="Corbel"/>
                <w:sz w:val="24"/>
                <w:szCs w:val="24"/>
              </w:rPr>
              <w:t>natury psychologicznej  (fobie, presja rówieśnicza).</w:t>
            </w:r>
          </w:p>
          <w:p w14:paraId="079449A0" w14:textId="77777777" w:rsidR="004C19AB" w:rsidRPr="004C19AB" w:rsidRDefault="004C19AB" w:rsidP="008A3BCD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19AB">
              <w:rPr>
                <w:rFonts w:ascii="Corbel" w:hAnsi="Corbel"/>
                <w:sz w:val="24"/>
                <w:szCs w:val="24"/>
              </w:rPr>
              <w:t>Przestępczość. Profilowanie kryminalistyczne.</w:t>
            </w:r>
          </w:p>
          <w:p w14:paraId="5ED9451B" w14:textId="77777777" w:rsidR="004C19AB" w:rsidRPr="004C19AB" w:rsidRDefault="004C19AB" w:rsidP="008A3BCD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19AB">
              <w:rPr>
                <w:rFonts w:ascii="Corbel" w:hAnsi="Corbel"/>
                <w:sz w:val="24"/>
                <w:szCs w:val="24"/>
              </w:rPr>
              <w:t>Resocjalizacja. Praca z osobami osadzonymi w więzieniu.</w:t>
            </w:r>
          </w:p>
          <w:p w14:paraId="503D0FAC" w14:textId="77777777" w:rsidR="0085747A" w:rsidRPr="001E5BA0" w:rsidRDefault="004C19AB" w:rsidP="008A3BCD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19AB">
              <w:rPr>
                <w:rFonts w:ascii="Corbel" w:hAnsi="Corbel"/>
                <w:sz w:val="24"/>
                <w:szCs w:val="24"/>
              </w:rPr>
              <w:t>Rozwiązywanie konfliktów. Udzielanie rad w trudnych sytuacjach.</w:t>
            </w:r>
          </w:p>
        </w:tc>
      </w:tr>
      <w:tr w:rsidR="0085747A" w:rsidRPr="009C54AE" w14:paraId="167A3DFE" w14:textId="77777777" w:rsidTr="00472759">
        <w:tc>
          <w:tcPr>
            <w:tcW w:w="9520" w:type="dxa"/>
          </w:tcPr>
          <w:p w14:paraId="7B82EAB0" w14:textId="77777777" w:rsidR="001E5BA0" w:rsidRPr="001E5BA0" w:rsidRDefault="001E5BA0" w:rsidP="008A3BC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E5BA0">
              <w:rPr>
                <w:rFonts w:ascii="Corbel" w:hAnsi="Corbel"/>
                <w:sz w:val="24"/>
                <w:szCs w:val="24"/>
              </w:rPr>
              <w:t>Semestr 2</w:t>
            </w:r>
          </w:p>
          <w:p w14:paraId="68726090" w14:textId="77777777" w:rsidR="004C19AB" w:rsidRPr="004C19AB" w:rsidRDefault="004C19AB" w:rsidP="008A3BCD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19AB">
              <w:rPr>
                <w:rFonts w:ascii="Corbel" w:hAnsi="Corbel"/>
                <w:sz w:val="24"/>
                <w:szCs w:val="24"/>
              </w:rPr>
              <w:t xml:space="preserve">Organizacje charytatywne w Polsce i w Anglii. Wolontariat. </w:t>
            </w:r>
          </w:p>
          <w:p w14:paraId="06EF739F" w14:textId="77777777" w:rsidR="004C19AB" w:rsidRPr="004C19AB" w:rsidRDefault="004C19AB" w:rsidP="008A3BCD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19AB">
              <w:rPr>
                <w:rFonts w:ascii="Corbel" w:hAnsi="Corbel"/>
                <w:sz w:val="24"/>
                <w:szCs w:val="24"/>
              </w:rPr>
              <w:t>Pomoc osobom starszym. Problemy osób w starszym wieku.</w:t>
            </w:r>
          </w:p>
          <w:p w14:paraId="2B333F2E" w14:textId="77777777" w:rsidR="004C19AB" w:rsidRPr="004C19AB" w:rsidRDefault="004C19AB" w:rsidP="008A3BCD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19AB">
              <w:rPr>
                <w:rFonts w:ascii="Corbel" w:hAnsi="Corbel"/>
                <w:sz w:val="24"/>
                <w:szCs w:val="24"/>
              </w:rPr>
              <w:t>Uzależnienia (alkohol, narkotyki, praca, Internet). Przyczyny uzależnień,</w:t>
            </w:r>
          </w:p>
          <w:p w14:paraId="680B85D3" w14:textId="77777777" w:rsidR="004C19AB" w:rsidRPr="004C19AB" w:rsidRDefault="004C19AB" w:rsidP="008A3BCD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19AB">
              <w:rPr>
                <w:rFonts w:ascii="Corbel" w:hAnsi="Corbel"/>
                <w:sz w:val="24"/>
                <w:szCs w:val="24"/>
              </w:rPr>
              <w:t>formy pracy z osobami uzależnionymi.</w:t>
            </w:r>
          </w:p>
          <w:p w14:paraId="1D19DFBF" w14:textId="77777777" w:rsidR="004C19AB" w:rsidRPr="004C19AB" w:rsidRDefault="004C19AB" w:rsidP="008A3BCD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19AB">
              <w:rPr>
                <w:rFonts w:ascii="Corbel" w:hAnsi="Corbel"/>
                <w:sz w:val="24"/>
                <w:szCs w:val="24"/>
              </w:rPr>
              <w:t>Współczesne problemy społeczne. Handel ludźmi.</w:t>
            </w:r>
          </w:p>
          <w:p w14:paraId="04A9720A" w14:textId="77777777" w:rsidR="004C19AB" w:rsidRPr="004C19AB" w:rsidRDefault="004C19AB" w:rsidP="008A3BCD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19AB">
              <w:rPr>
                <w:rFonts w:ascii="Corbel" w:hAnsi="Corbel"/>
                <w:sz w:val="24"/>
                <w:szCs w:val="24"/>
              </w:rPr>
              <w:t xml:space="preserve">Problemy osób niepełnosprawnych. </w:t>
            </w:r>
          </w:p>
          <w:p w14:paraId="7388A054" w14:textId="77777777" w:rsidR="004C19AB" w:rsidRPr="004C19AB" w:rsidRDefault="004C19AB" w:rsidP="008A3BCD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19AB">
              <w:rPr>
                <w:rFonts w:ascii="Corbel" w:hAnsi="Corbel"/>
                <w:sz w:val="24"/>
                <w:szCs w:val="24"/>
              </w:rPr>
              <w:t>Streszczenie, przypis, bibliografia jako element pracy dyplomowej oraz</w:t>
            </w:r>
          </w:p>
          <w:p w14:paraId="5B7BA748" w14:textId="77777777" w:rsidR="004C19AB" w:rsidRPr="004C19AB" w:rsidRDefault="004C19AB" w:rsidP="008A3BCD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19AB">
              <w:rPr>
                <w:rFonts w:ascii="Corbel" w:hAnsi="Corbel"/>
                <w:sz w:val="24"/>
                <w:szCs w:val="24"/>
              </w:rPr>
              <w:t xml:space="preserve">referatu (obowiązujące zasady, przykłady własne studentów).  </w:t>
            </w:r>
          </w:p>
          <w:p w14:paraId="31CD5D3C" w14:textId="77777777" w:rsidR="004C19AB" w:rsidRPr="004C19AB" w:rsidRDefault="004C19AB" w:rsidP="008A3BCD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19AB">
              <w:rPr>
                <w:rFonts w:ascii="Corbel" w:hAnsi="Corbel"/>
                <w:sz w:val="24"/>
                <w:szCs w:val="24"/>
              </w:rPr>
              <w:t>Wybrane zagadnienia związane z problematyką pracy socjalnej i</w:t>
            </w:r>
          </w:p>
          <w:p w14:paraId="2E7E85BD" w14:textId="77777777" w:rsidR="004C19AB" w:rsidRPr="004C19AB" w:rsidRDefault="004C19AB" w:rsidP="008A3BCD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19AB">
              <w:rPr>
                <w:rFonts w:ascii="Corbel" w:hAnsi="Corbel"/>
                <w:sz w:val="24"/>
                <w:szCs w:val="24"/>
              </w:rPr>
              <w:t>rodziny; tematyczne prezentacje multimedialne studentów. Zasady</w:t>
            </w:r>
          </w:p>
          <w:p w14:paraId="46DD6D51" w14:textId="77777777" w:rsidR="004C19AB" w:rsidRPr="004C19AB" w:rsidRDefault="004C19AB" w:rsidP="008A3BCD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19AB">
              <w:rPr>
                <w:rFonts w:ascii="Corbel" w:hAnsi="Corbel"/>
                <w:sz w:val="24"/>
                <w:szCs w:val="24"/>
              </w:rPr>
              <w:t>konstruowania agendy wypowiedz., pokazu multimedialnego, cytowania</w:t>
            </w:r>
          </w:p>
          <w:p w14:paraId="37B7851B" w14:textId="77777777" w:rsidR="0085747A" w:rsidRPr="009C54AE" w:rsidRDefault="004C19AB" w:rsidP="008A3BCD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19AB">
              <w:rPr>
                <w:rFonts w:ascii="Corbel" w:hAnsi="Corbel"/>
                <w:sz w:val="24"/>
                <w:szCs w:val="24"/>
              </w:rPr>
              <w:t>źródeł, zapis bibliograficzny</w:t>
            </w:r>
          </w:p>
        </w:tc>
      </w:tr>
    </w:tbl>
    <w:p w14:paraId="6AA9034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0F08C7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74AB0B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676A288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EA1D141" w14:textId="77777777" w:rsidR="001E5BA0" w:rsidRPr="001E5BA0" w:rsidRDefault="001E5BA0" w:rsidP="001E5BA0">
      <w:pPr>
        <w:pStyle w:val="Punktygwne"/>
        <w:spacing w:after="0"/>
        <w:rPr>
          <w:rFonts w:ascii="Corbel" w:hAnsi="Corbel"/>
          <w:b w:val="0"/>
          <w:smallCaps w:val="0"/>
          <w:szCs w:val="24"/>
        </w:rPr>
      </w:pPr>
      <w:r w:rsidRPr="001E5BA0">
        <w:rPr>
          <w:rFonts w:ascii="Corbel" w:hAnsi="Corbel"/>
          <w:b w:val="0"/>
          <w:smallCaps w:val="0"/>
          <w:szCs w:val="24"/>
        </w:rPr>
        <w:t>Metody komunikatywne</w:t>
      </w:r>
    </w:p>
    <w:p w14:paraId="50E5A160" w14:textId="77777777" w:rsidR="0085747A" w:rsidRPr="009C54AE" w:rsidRDefault="001E5BA0" w:rsidP="001E5BA0">
      <w:pPr>
        <w:pStyle w:val="Punktygwne"/>
        <w:spacing w:after="0"/>
        <w:rPr>
          <w:rFonts w:ascii="Corbel" w:hAnsi="Corbel"/>
          <w:b w:val="0"/>
          <w:smallCaps w:val="0"/>
          <w:szCs w:val="24"/>
        </w:rPr>
      </w:pPr>
      <w:r w:rsidRPr="001E5BA0">
        <w:rPr>
          <w:rFonts w:ascii="Corbel" w:hAnsi="Corbel"/>
          <w:b w:val="0"/>
          <w:smallCaps w:val="0"/>
          <w:szCs w:val="24"/>
        </w:rPr>
        <w:t>Formy organizacyjne: praca indywidualna, praca w grupach, dyskusja,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1E5BA0">
        <w:rPr>
          <w:rFonts w:ascii="Corbel" w:hAnsi="Corbel"/>
          <w:b w:val="0"/>
          <w:smallCaps w:val="0"/>
          <w:szCs w:val="24"/>
        </w:rPr>
        <w:t>rozwiązywanie zadań i testów, prezentacja dydaktyczna, prezentacja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1E5BA0">
        <w:rPr>
          <w:rFonts w:ascii="Corbel" w:hAnsi="Corbel"/>
          <w:b w:val="0"/>
          <w:smallCaps w:val="0"/>
          <w:szCs w:val="24"/>
        </w:rPr>
        <w:t>multimedialna wybranego zagadnienia zgodnego z kierunkiem studiów wraz z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1E5BA0">
        <w:rPr>
          <w:rFonts w:ascii="Corbel" w:hAnsi="Corbel"/>
          <w:b w:val="0"/>
          <w:smallCaps w:val="0"/>
          <w:szCs w:val="24"/>
        </w:rPr>
        <w:t>omówieniem, analiza przypadków, ćwiczenia translacyjne pisemne i ustne z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1E5BA0">
        <w:rPr>
          <w:rFonts w:ascii="Corbel" w:hAnsi="Corbel"/>
          <w:b w:val="0"/>
          <w:smallCaps w:val="0"/>
          <w:szCs w:val="24"/>
        </w:rPr>
        <w:t>zakresu języka angielskiego specjalistycznego w zakresie problematyki pracy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1E5BA0">
        <w:rPr>
          <w:rFonts w:ascii="Corbel" w:hAnsi="Corbel"/>
          <w:b w:val="0"/>
          <w:smallCaps w:val="0"/>
          <w:szCs w:val="24"/>
        </w:rPr>
        <w:t>socjalnej.</w:t>
      </w:r>
    </w:p>
    <w:p w14:paraId="146CB5F8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98DB99F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D16CA06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2E512A0A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AC67DA6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BCF361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2"/>
        <w:gridCol w:w="2116"/>
      </w:tblGrid>
      <w:tr w:rsidR="00080ACD" w:rsidRPr="009C54AE" w14:paraId="21566DF0" w14:textId="77777777" w:rsidTr="00080ACD">
        <w:tc>
          <w:tcPr>
            <w:tcW w:w="1962" w:type="dxa"/>
            <w:vAlign w:val="center"/>
          </w:tcPr>
          <w:p w14:paraId="475B5365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2" w:type="dxa"/>
            <w:vAlign w:val="center"/>
          </w:tcPr>
          <w:p w14:paraId="159B1C44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A98169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14:paraId="37A8BB43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F24C996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080ACD" w:rsidRPr="009C54AE" w14:paraId="01ABCA92" w14:textId="77777777" w:rsidTr="00080ACD">
        <w:tc>
          <w:tcPr>
            <w:tcW w:w="1962" w:type="dxa"/>
          </w:tcPr>
          <w:p w14:paraId="0BC45FFD" w14:textId="77777777" w:rsidR="00080ACD" w:rsidRPr="009C54AE" w:rsidRDefault="00080AC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EK_1</w:t>
            </w:r>
          </w:p>
        </w:tc>
        <w:tc>
          <w:tcPr>
            <w:tcW w:w="5442" w:type="dxa"/>
          </w:tcPr>
          <w:p w14:paraId="07A3318C" w14:textId="77777777" w:rsidR="00080ACD" w:rsidRPr="00080ACD" w:rsidRDefault="00080ACD" w:rsidP="00080ACD">
            <w:pPr>
              <w:widowControl w:val="0"/>
              <w:autoSpaceDE w:val="0"/>
              <w:autoSpaceDN w:val="0"/>
              <w:adjustRightInd w:val="0"/>
              <w:spacing w:after="0" w:line="280" w:lineRule="exact"/>
              <w:ind w:right="-37"/>
              <w:jc w:val="both"/>
              <w:rPr>
                <w:rFonts w:ascii="Corbel" w:hAnsi="Corbel" w:cs="DejaVu Sans"/>
                <w:sz w:val="24"/>
                <w:szCs w:val="24"/>
                <w:lang w:eastAsia="pl-PL"/>
              </w:rPr>
            </w:pPr>
            <w:r w:rsidRPr="00080ACD">
              <w:rPr>
                <w:rFonts w:ascii="Corbel" w:hAnsi="Corbel" w:cs="DejaVu Sans"/>
                <w:color w:val="000000"/>
                <w:spacing w:val="-10"/>
                <w:sz w:val="24"/>
                <w:szCs w:val="24"/>
                <w:lang w:eastAsia="pl-PL"/>
              </w:rPr>
              <w:t xml:space="preserve">krótsza i dłuższa wypowiedź pisemna, egzamin pisemny (test jednokrotnego wyboru, dłuższa </w:t>
            </w:r>
            <w:r>
              <w:rPr>
                <w:rFonts w:ascii="Corbel" w:hAnsi="Corbel" w:cs="DejaVu Sans"/>
                <w:color w:val="000000"/>
                <w:spacing w:val="-10"/>
                <w:sz w:val="24"/>
                <w:szCs w:val="24"/>
                <w:lang w:eastAsia="pl-PL"/>
              </w:rPr>
              <w:t xml:space="preserve"> </w:t>
            </w:r>
            <w:r w:rsidRPr="00080ACD">
              <w:rPr>
                <w:rFonts w:ascii="Corbel" w:hAnsi="Corbel" w:cs="DejaVu Sans"/>
                <w:color w:val="000000"/>
                <w:spacing w:val="-10"/>
                <w:sz w:val="24"/>
                <w:szCs w:val="24"/>
                <w:lang w:eastAsia="pl-PL"/>
              </w:rPr>
              <w:t>w</w:t>
            </w:r>
            <w:r w:rsidRPr="00080ACD">
              <w:rPr>
                <w:rFonts w:ascii="Corbel" w:hAnsi="Corbel" w:cs="DejaVu Sans"/>
                <w:color w:val="000000"/>
                <w:spacing w:val="-12"/>
                <w:sz w:val="24"/>
                <w:szCs w:val="24"/>
                <w:lang w:eastAsia="pl-PL"/>
              </w:rPr>
              <w:t>ypo</w:t>
            </w:r>
            <w:r w:rsidRPr="00080ACD">
              <w:rPr>
                <w:rFonts w:ascii="Corbel" w:hAnsi="Corbel" w:cs="DejaVu Sans"/>
                <w:color w:val="000000"/>
                <w:spacing w:val="-13"/>
                <w:sz w:val="24"/>
                <w:szCs w:val="24"/>
                <w:lang w:eastAsia="pl-PL"/>
              </w:rPr>
              <w:t xml:space="preserve">wiedź pisemna), test pisemny  </w:t>
            </w:r>
            <w:r w:rsidRPr="00080ACD">
              <w:rPr>
                <w:rFonts w:ascii="Corbel" w:hAnsi="Corbel" w:cs="DejaVu Sans"/>
                <w:color w:val="000000"/>
                <w:spacing w:val="-2"/>
                <w:sz w:val="24"/>
                <w:szCs w:val="24"/>
                <w:lang w:eastAsia="pl-PL"/>
              </w:rPr>
              <w:t>jednokrotn</w:t>
            </w:r>
            <w:r w:rsidRPr="00080ACD">
              <w:rPr>
                <w:rFonts w:ascii="Corbel" w:hAnsi="Corbel" w:cs="DejaVu Sans"/>
                <w:color w:val="000000"/>
                <w:sz w:val="24"/>
                <w:szCs w:val="24"/>
                <w:lang w:eastAsia="pl-PL"/>
              </w:rPr>
              <w:t>ego wyboru, realizacja projektu  indywidualnego, obserwacja w trakcie zajęć</w:t>
            </w:r>
          </w:p>
        </w:tc>
        <w:tc>
          <w:tcPr>
            <w:tcW w:w="2116" w:type="dxa"/>
          </w:tcPr>
          <w:p w14:paraId="1AB08A06" w14:textId="77777777" w:rsidR="00080ACD" w:rsidRPr="009C54AE" w:rsidRDefault="00080AC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 ćwiczenia</w:t>
            </w:r>
          </w:p>
        </w:tc>
      </w:tr>
      <w:tr w:rsidR="00080ACD" w:rsidRPr="009C54AE" w14:paraId="4982FDBB" w14:textId="77777777" w:rsidTr="00080ACD">
        <w:tc>
          <w:tcPr>
            <w:tcW w:w="1962" w:type="dxa"/>
          </w:tcPr>
          <w:p w14:paraId="3686F3F8" w14:textId="77777777" w:rsidR="00080ACD" w:rsidRPr="009C54AE" w:rsidRDefault="00080ACD" w:rsidP="00080AC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EK_2</w:t>
            </w:r>
          </w:p>
        </w:tc>
        <w:tc>
          <w:tcPr>
            <w:tcW w:w="5442" w:type="dxa"/>
          </w:tcPr>
          <w:p w14:paraId="724A3C06" w14:textId="77777777" w:rsidR="00080ACD" w:rsidRPr="00080ACD" w:rsidRDefault="00080ACD" w:rsidP="00080ACD">
            <w:pPr>
              <w:widowControl w:val="0"/>
              <w:autoSpaceDE w:val="0"/>
              <w:autoSpaceDN w:val="0"/>
              <w:adjustRightInd w:val="0"/>
              <w:spacing w:after="0" w:line="280" w:lineRule="exact"/>
              <w:ind w:firstLine="5"/>
              <w:jc w:val="both"/>
              <w:rPr>
                <w:rFonts w:ascii="Corbel" w:hAnsi="Corbel" w:cstheme="minorHAnsi"/>
                <w:sz w:val="24"/>
                <w:szCs w:val="24"/>
                <w:lang w:eastAsia="pl-PL"/>
              </w:rPr>
            </w:pPr>
            <w:r w:rsidRPr="00080ACD">
              <w:rPr>
                <w:rFonts w:ascii="Corbel" w:hAnsi="Corbel" w:cstheme="minorHAnsi"/>
                <w:color w:val="000000"/>
                <w:spacing w:val="-9"/>
                <w:sz w:val="24"/>
                <w:szCs w:val="24"/>
                <w:lang w:eastAsia="pl-PL"/>
              </w:rPr>
              <w:t>krótsz</w:t>
            </w:r>
            <w:r w:rsidRPr="00080ACD">
              <w:rPr>
                <w:rFonts w:ascii="Corbel" w:hAnsi="Corbel" w:cstheme="minorHAnsi"/>
                <w:color w:val="000000"/>
                <w:spacing w:val="-11"/>
                <w:sz w:val="24"/>
                <w:szCs w:val="24"/>
                <w:lang w:eastAsia="pl-PL"/>
              </w:rPr>
              <w:t xml:space="preserve">a i dłuższa wypowiedź ustna, projekt  </w:t>
            </w:r>
            <w:r w:rsidRPr="00080ACD">
              <w:rPr>
                <w:rFonts w:ascii="Corbel" w:hAnsi="Corbel" w:cstheme="minorHAnsi"/>
                <w:color w:val="000000"/>
                <w:spacing w:val="-1"/>
                <w:sz w:val="24"/>
                <w:szCs w:val="24"/>
                <w:lang w:eastAsia="pl-PL"/>
              </w:rPr>
              <w:t>indywidu</w:t>
            </w:r>
            <w:r w:rsidRPr="00080ACD">
              <w:rPr>
                <w:rFonts w:ascii="Corbel" w:hAnsi="Corbel" w:cstheme="minorHAnsi"/>
                <w:color w:val="000000"/>
                <w:sz w:val="24"/>
                <w:szCs w:val="24"/>
                <w:lang w:eastAsia="pl-PL"/>
              </w:rPr>
              <w:t xml:space="preserve">alny (prezentacja multimedialna z  zakresu wybranej specjalności lub prezentacja </w:t>
            </w:r>
            <w:r w:rsidRPr="00080ACD">
              <w:rPr>
                <w:rFonts w:ascii="Corbel" w:hAnsi="Corbel" w:cstheme="minorHAnsi"/>
                <w:color w:val="000000"/>
                <w:spacing w:val="-10"/>
                <w:sz w:val="24"/>
                <w:szCs w:val="24"/>
                <w:lang w:eastAsia="pl-PL"/>
              </w:rPr>
              <w:t>w</w:t>
            </w:r>
            <w:r w:rsidRPr="00080ACD">
              <w:rPr>
                <w:rFonts w:ascii="Corbel" w:hAnsi="Corbel" w:cstheme="minorHAnsi"/>
                <w:color w:val="000000"/>
                <w:spacing w:val="-12"/>
                <w:sz w:val="24"/>
                <w:szCs w:val="24"/>
                <w:lang w:eastAsia="pl-PL"/>
              </w:rPr>
              <w:t xml:space="preserve">ybranego zagadnienia dot. wybranej  </w:t>
            </w:r>
            <w:r w:rsidRPr="00080ACD">
              <w:rPr>
                <w:rFonts w:ascii="Corbel" w:hAnsi="Corbel" w:cstheme="minorHAnsi"/>
                <w:color w:val="000000"/>
                <w:spacing w:val="-11"/>
                <w:sz w:val="24"/>
                <w:szCs w:val="24"/>
                <w:lang w:eastAsia="pl-PL"/>
              </w:rPr>
              <w:t>specjalno</w:t>
            </w:r>
            <w:r w:rsidRPr="00080ACD">
              <w:rPr>
                <w:rFonts w:ascii="Corbel" w:hAnsi="Corbel" w:cstheme="minorHAnsi"/>
                <w:color w:val="000000"/>
                <w:spacing w:val="-9"/>
                <w:sz w:val="24"/>
                <w:szCs w:val="24"/>
                <w:lang w:eastAsia="pl-PL"/>
              </w:rPr>
              <w:t>ści i pracy dyplomowej) jako częś</w:t>
            </w:r>
            <w:r w:rsidRPr="00080ACD">
              <w:rPr>
                <w:rFonts w:ascii="Corbel" w:hAnsi="Corbel" w:cstheme="minorHAnsi"/>
                <w:color w:val="000000"/>
                <w:sz w:val="24"/>
                <w:szCs w:val="24"/>
                <w:lang w:eastAsia="pl-PL"/>
              </w:rPr>
              <w:t>ć  e</w:t>
            </w:r>
            <w:r w:rsidRPr="00080ACD">
              <w:rPr>
                <w:rFonts w:ascii="Corbel" w:hAnsi="Corbel" w:cstheme="minorHAnsi"/>
                <w:color w:val="000000"/>
                <w:spacing w:val="-9"/>
                <w:sz w:val="24"/>
                <w:szCs w:val="24"/>
                <w:lang w:eastAsia="pl-PL"/>
              </w:rPr>
              <w:t>gzaminu ustnego , realizowana w trakcie  trw</w:t>
            </w:r>
            <w:r w:rsidRPr="00080ACD">
              <w:rPr>
                <w:rFonts w:ascii="Corbel" w:hAnsi="Corbel" w:cstheme="minorHAnsi"/>
                <w:color w:val="000000"/>
                <w:sz w:val="24"/>
                <w:szCs w:val="24"/>
                <w:lang w:eastAsia="pl-PL"/>
              </w:rPr>
              <w:t>ania semestru, obserwacja w trakcie zajęć</w:t>
            </w:r>
          </w:p>
        </w:tc>
        <w:tc>
          <w:tcPr>
            <w:tcW w:w="2116" w:type="dxa"/>
          </w:tcPr>
          <w:p w14:paraId="24ED953D" w14:textId="77777777" w:rsidR="00080ACD" w:rsidRPr="009C54AE" w:rsidRDefault="00080ACD" w:rsidP="00080AC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E4416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080ACD" w:rsidRPr="009C54AE" w14:paraId="46E415DD" w14:textId="77777777" w:rsidTr="00080ACD">
        <w:tc>
          <w:tcPr>
            <w:tcW w:w="1962" w:type="dxa"/>
          </w:tcPr>
          <w:p w14:paraId="414CCE18" w14:textId="77777777" w:rsidR="00080ACD" w:rsidRPr="009C54AE" w:rsidRDefault="00080ACD" w:rsidP="00080AC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2" w:type="dxa"/>
          </w:tcPr>
          <w:p w14:paraId="3A8B3C6C" w14:textId="77777777" w:rsidR="00080ACD" w:rsidRPr="00080ACD" w:rsidRDefault="00080ACD" w:rsidP="00080ACD">
            <w:pPr>
              <w:widowControl w:val="0"/>
              <w:autoSpaceDE w:val="0"/>
              <w:autoSpaceDN w:val="0"/>
              <w:adjustRightInd w:val="0"/>
              <w:spacing w:after="0" w:line="280" w:lineRule="exact"/>
              <w:ind w:right="-109"/>
              <w:rPr>
                <w:rFonts w:ascii="Corbel" w:hAnsi="Corbel" w:cs="DejaVu Sans"/>
                <w:sz w:val="24"/>
                <w:szCs w:val="24"/>
                <w:lang w:eastAsia="pl-PL"/>
              </w:rPr>
            </w:pPr>
            <w:r w:rsidRPr="00080ACD">
              <w:rPr>
                <w:rFonts w:ascii="Corbel" w:hAnsi="Corbel" w:cs="DejaVu Sans"/>
                <w:spacing w:val="-9"/>
                <w:sz w:val="24"/>
                <w:szCs w:val="24"/>
                <w:lang w:eastAsia="pl-PL"/>
              </w:rPr>
              <w:t>kr</w:t>
            </w:r>
            <w:r w:rsidRPr="00080ACD">
              <w:rPr>
                <w:rFonts w:ascii="Corbel" w:hAnsi="Corbel" w:cs="DejaVu Sans"/>
                <w:spacing w:val="-10"/>
                <w:sz w:val="24"/>
                <w:szCs w:val="24"/>
                <w:lang w:eastAsia="pl-PL"/>
              </w:rPr>
              <w:t xml:space="preserve">ótsza i dłuższa wypowiedź ustna i pisemna,  </w:t>
            </w:r>
            <w:r w:rsidRPr="00080ACD">
              <w:rPr>
                <w:rFonts w:ascii="Corbel" w:hAnsi="Corbel" w:cs="DejaVu Sans"/>
                <w:sz w:val="24"/>
                <w:szCs w:val="24"/>
                <w:lang w:eastAsia="pl-PL"/>
              </w:rPr>
              <w:t xml:space="preserve">realizacja projektu indywidualnego, obserwacja </w:t>
            </w:r>
            <w:r w:rsidRPr="00080ACD">
              <w:rPr>
                <w:rFonts w:ascii="Corbel" w:hAnsi="Corbel" w:cs="DejaVu Sans"/>
                <w:spacing w:val="-9"/>
                <w:sz w:val="24"/>
                <w:szCs w:val="24"/>
                <w:lang w:eastAsia="pl-PL"/>
              </w:rPr>
              <w:t>w trakcie zajęć</w:t>
            </w:r>
          </w:p>
        </w:tc>
        <w:tc>
          <w:tcPr>
            <w:tcW w:w="2116" w:type="dxa"/>
          </w:tcPr>
          <w:p w14:paraId="0A99BC93" w14:textId="77777777" w:rsidR="00080ACD" w:rsidRPr="009C54AE" w:rsidRDefault="00080ACD" w:rsidP="00080AC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E4416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</w:tbl>
    <w:p w14:paraId="37279D8C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D3CAA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2912CE8D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0D5591F" w14:textId="77777777" w:rsidTr="00923D7D">
        <w:tc>
          <w:tcPr>
            <w:tcW w:w="9670" w:type="dxa"/>
          </w:tcPr>
          <w:p w14:paraId="518AB530" w14:textId="77777777" w:rsidR="00472759" w:rsidRPr="008A3BCD" w:rsidRDefault="00472759" w:rsidP="008A3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0"/>
              <w:rPr>
                <w:rFonts w:ascii="Corbel" w:hAnsi="Corbel"/>
                <w:bCs/>
                <w:sz w:val="24"/>
                <w:szCs w:val="28"/>
              </w:rPr>
            </w:pPr>
            <w:r w:rsidRPr="008A3BCD">
              <w:rPr>
                <w:rFonts w:ascii="Corbel" w:hAnsi="Corbel"/>
                <w:bCs/>
                <w:sz w:val="24"/>
                <w:szCs w:val="28"/>
              </w:rPr>
              <w:t>Warunkiem zaliczenia przedmiotu jest osiągnięcie wszystkich założonych</w:t>
            </w:r>
          </w:p>
          <w:p w14:paraId="5155D498" w14:textId="77777777" w:rsidR="00472759" w:rsidRPr="008A3BCD" w:rsidRDefault="00472759" w:rsidP="008A3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0"/>
              <w:rPr>
                <w:rFonts w:ascii="Corbel" w:hAnsi="Corbel"/>
                <w:bCs/>
                <w:sz w:val="24"/>
                <w:szCs w:val="28"/>
              </w:rPr>
            </w:pPr>
            <w:r w:rsidRPr="008A3BCD">
              <w:rPr>
                <w:rFonts w:ascii="Corbel" w:hAnsi="Corbel"/>
                <w:bCs/>
                <w:sz w:val="24"/>
                <w:szCs w:val="28"/>
              </w:rPr>
              <w:t>efektów uczenia się, w szczególności zaliczenie na ocenę pozytywną wszystkich przewidzianych w danym semestrze prac pisemnych i uzyskanie pozytywnej oceny z odpowiedzi ustnych, a także obecność na zajęciach i aktywne uczestnictwo w zajęciach. Do zaliczenia testu pisemnego, egzaminu potrzeba minimum 51% prawidłowych odpowiedzi.</w:t>
            </w:r>
          </w:p>
          <w:p w14:paraId="64C9A31C" w14:textId="77777777" w:rsidR="00472759" w:rsidRPr="008A3BCD" w:rsidRDefault="00472759" w:rsidP="008A3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0"/>
              <w:rPr>
                <w:rFonts w:ascii="Corbel" w:hAnsi="Corbel"/>
                <w:bCs/>
                <w:sz w:val="24"/>
                <w:szCs w:val="28"/>
              </w:rPr>
            </w:pPr>
            <w:r w:rsidRPr="008A3BCD">
              <w:rPr>
                <w:rFonts w:ascii="Corbel" w:hAnsi="Corbel"/>
                <w:bCs/>
                <w:sz w:val="24"/>
                <w:szCs w:val="28"/>
              </w:rPr>
              <w:t>Sposoby zaliczenia:</w:t>
            </w:r>
          </w:p>
          <w:p w14:paraId="2683457C" w14:textId="77777777" w:rsidR="00472759" w:rsidRPr="008A3BCD" w:rsidRDefault="00472759" w:rsidP="008A3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0"/>
              <w:rPr>
                <w:rFonts w:ascii="Corbel" w:hAnsi="Corbel"/>
                <w:bCs/>
                <w:sz w:val="24"/>
                <w:szCs w:val="28"/>
              </w:rPr>
            </w:pPr>
            <w:r w:rsidRPr="008A3BCD">
              <w:rPr>
                <w:rFonts w:ascii="Corbel" w:hAnsi="Corbel"/>
                <w:bCs/>
                <w:sz w:val="24"/>
                <w:szCs w:val="28"/>
              </w:rPr>
              <w:t>- praca projektowa (prezentacja projektu indywidualnego z zakresu studiowanego kierunku i specjalności),</w:t>
            </w:r>
          </w:p>
          <w:p w14:paraId="150D777F" w14:textId="77777777" w:rsidR="00472759" w:rsidRPr="008A3BCD" w:rsidRDefault="00472759" w:rsidP="008A3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0"/>
              <w:rPr>
                <w:rFonts w:ascii="Corbel" w:hAnsi="Corbel"/>
                <w:bCs/>
                <w:sz w:val="24"/>
                <w:szCs w:val="28"/>
              </w:rPr>
            </w:pPr>
            <w:r w:rsidRPr="008A3BCD">
              <w:rPr>
                <w:rFonts w:ascii="Corbel" w:hAnsi="Corbel"/>
                <w:bCs/>
                <w:sz w:val="24"/>
                <w:szCs w:val="28"/>
              </w:rPr>
              <w:t>- zaliczenie sprawdzianu pisemnego (test jednokrotnego wyboru i/lub dłuższa wypowiedź pisemna)</w:t>
            </w:r>
          </w:p>
          <w:p w14:paraId="40AE079F" w14:textId="77777777" w:rsidR="00472759" w:rsidRPr="008A3BCD" w:rsidRDefault="00472759" w:rsidP="008A3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0"/>
              <w:rPr>
                <w:rFonts w:ascii="Corbel" w:hAnsi="Corbel"/>
                <w:bCs/>
                <w:sz w:val="24"/>
                <w:szCs w:val="28"/>
              </w:rPr>
            </w:pPr>
            <w:r w:rsidRPr="008A3BCD">
              <w:rPr>
                <w:rFonts w:ascii="Corbel" w:hAnsi="Corbel"/>
                <w:bCs/>
                <w:sz w:val="24"/>
                <w:szCs w:val="28"/>
              </w:rPr>
              <w:t>Formy zaliczenia:</w:t>
            </w:r>
          </w:p>
          <w:p w14:paraId="6F673959" w14:textId="77777777" w:rsidR="00472759" w:rsidRPr="008A3BCD" w:rsidRDefault="00472759" w:rsidP="008A3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0"/>
              <w:rPr>
                <w:rFonts w:ascii="Corbel" w:hAnsi="Corbel"/>
                <w:bCs/>
                <w:sz w:val="24"/>
                <w:szCs w:val="28"/>
              </w:rPr>
            </w:pPr>
            <w:r w:rsidRPr="008A3BCD">
              <w:rPr>
                <w:rFonts w:ascii="Corbel" w:hAnsi="Corbel"/>
                <w:bCs/>
                <w:sz w:val="24"/>
                <w:szCs w:val="28"/>
              </w:rPr>
              <w:t>- krótsza i dłuższa wypowiedź ustna,</w:t>
            </w:r>
          </w:p>
          <w:p w14:paraId="660FFC52" w14:textId="77777777" w:rsidR="00472759" w:rsidRPr="008A3BCD" w:rsidRDefault="00472759" w:rsidP="008A3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0"/>
              <w:rPr>
                <w:rFonts w:ascii="Corbel" w:hAnsi="Corbel"/>
                <w:bCs/>
                <w:sz w:val="24"/>
                <w:szCs w:val="28"/>
              </w:rPr>
            </w:pPr>
            <w:r w:rsidRPr="008A3BCD">
              <w:rPr>
                <w:rFonts w:ascii="Corbel" w:hAnsi="Corbel"/>
                <w:bCs/>
                <w:sz w:val="24"/>
                <w:szCs w:val="28"/>
              </w:rPr>
              <w:t>- zaliczenie pisemne: test jednokrotnego wyboru i/lub dłuższa wypowiedź pisemna,</w:t>
            </w:r>
          </w:p>
          <w:p w14:paraId="0E4FD2B3" w14:textId="77777777" w:rsidR="00472759" w:rsidRPr="008A3BCD" w:rsidRDefault="00472759" w:rsidP="008A3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0"/>
              <w:rPr>
                <w:rFonts w:ascii="Corbel" w:hAnsi="Corbel"/>
                <w:bCs/>
                <w:sz w:val="24"/>
                <w:szCs w:val="28"/>
              </w:rPr>
            </w:pPr>
            <w:r w:rsidRPr="008A3BCD">
              <w:rPr>
                <w:rFonts w:ascii="Corbel" w:hAnsi="Corbel"/>
                <w:bCs/>
                <w:sz w:val="24"/>
                <w:szCs w:val="28"/>
              </w:rPr>
              <w:t>- wykonanie pracy zaliczeniowej: prezentacja projektu indywidualnego z zakresu studiowanego kierunku i specjalności(lektura, sprawozdanie /streszczenie artykułu naukowego, prezentacja multimedialna tematu z zakresu studiowanej specjalności wraz z omówieniem)</w:t>
            </w:r>
          </w:p>
          <w:p w14:paraId="2752C8A3" w14:textId="77777777" w:rsidR="00472759" w:rsidRPr="008A3BCD" w:rsidRDefault="00472759" w:rsidP="008A3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0"/>
              <w:rPr>
                <w:rFonts w:ascii="Corbel" w:hAnsi="Corbel"/>
                <w:bCs/>
                <w:sz w:val="24"/>
                <w:szCs w:val="28"/>
              </w:rPr>
            </w:pPr>
            <w:r w:rsidRPr="008A3BCD">
              <w:rPr>
                <w:rFonts w:ascii="Corbel" w:hAnsi="Corbel"/>
                <w:bCs/>
                <w:sz w:val="24"/>
                <w:szCs w:val="28"/>
              </w:rPr>
              <w:t>UMIEJĘTNOŚCI W ZAKRESIE JĘZYKA OBC</w:t>
            </w:r>
          </w:p>
          <w:p w14:paraId="2DE7E41E" w14:textId="77777777" w:rsidR="00472759" w:rsidRPr="008A3BCD" w:rsidRDefault="00472759" w:rsidP="008A3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0"/>
              <w:rPr>
                <w:rFonts w:ascii="Corbel" w:hAnsi="Corbel"/>
                <w:bCs/>
                <w:sz w:val="24"/>
                <w:szCs w:val="28"/>
              </w:rPr>
            </w:pPr>
            <w:r w:rsidRPr="008A3BCD">
              <w:rPr>
                <w:rFonts w:ascii="Corbel" w:hAnsi="Corbel"/>
                <w:bCs/>
                <w:sz w:val="24"/>
                <w:szCs w:val="28"/>
              </w:rPr>
              <w:t>EGO ZGODNE Z WYMAGANIAMI OKREŚLONYMI DLA POZIOMU B2+ ESOKJ</w:t>
            </w:r>
          </w:p>
          <w:p w14:paraId="342710A4" w14:textId="77777777" w:rsidR="00472759" w:rsidRPr="008A3BCD" w:rsidRDefault="00472759" w:rsidP="008A3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0"/>
              <w:rPr>
                <w:rFonts w:ascii="Corbel" w:hAnsi="Corbel"/>
                <w:bCs/>
                <w:sz w:val="24"/>
                <w:szCs w:val="28"/>
              </w:rPr>
            </w:pPr>
            <w:r w:rsidRPr="008A3BCD">
              <w:rPr>
                <w:rFonts w:ascii="Corbel" w:hAnsi="Corbel"/>
                <w:bCs/>
                <w:sz w:val="24"/>
                <w:szCs w:val="28"/>
              </w:rPr>
              <w:t xml:space="preserve">Ustalenie oceny zaliczeniowej na podstawie ocen cząstkowych. </w:t>
            </w:r>
          </w:p>
          <w:p w14:paraId="59B630D4" w14:textId="77777777" w:rsidR="00472759" w:rsidRPr="008A3BCD" w:rsidRDefault="00472759" w:rsidP="008A3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0"/>
              <w:rPr>
                <w:rFonts w:ascii="Corbel" w:hAnsi="Corbel"/>
                <w:bCs/>
                <w:sz w:val="24"/>
                <w:szCs w:val="28"/>
              </w:rPr>
            </w:pPr>
            <w:r w:rsidRPr="008A3BCD">
              <w:rPr>
                <w:rFonts w:ascii="Corbel" w:hAnsi="Corbel"/>
                <w:bCs/>
                <w:sz w:val="24"/>
                <w:szCs w:val="28"/>
              </w:rPr>
              <w:t>Semestr 1: sprawdzian pisemny (test jednokrotnego wyboru i/lub dłuższa wypowiedź pisemna), zaliczenie projektu indywidualnego (omówienie artykułu naukowego/ tłumaczenie tekstu specjalistycznego)</w:t>
            </w:r>
          </w:p>
          <w:p w14:paraId="3D7C1945" w14:textId="77777777" w:rsidR="00472759" w:rsidRPr="008A3BCD" w:rsidRDefault="00472759" w:rsidP="008A3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0"/>
              <w:rPr>
                <w:rFonts w:ascii="Corbel" w:hAnsi="Corbel"/>
                <w:bCs/>
                <w:sz w:val="24"/>
                <w:szCs w:val="28"/>
              </w:rPr>
            </w:pPr>
            <w:r w:rsidRPr="008A3BCD">
              <w:rPr>
                <w:rFonts w:ascii="Corbel" w:hAnsi="Corbel"/>
                <w:bCs/>
                <w:sz w:val="24"/>
                <w:szCs w:val="28"/>
              </w:rPr>
              <w:t xml:space="preserve">Semestr 2: sprawdzian pisemny ( test jednokrotnego wyboru i/lub dłuższa wypowiedź pisemna), zaliczenie projektu indywidualnego( omówienie artykułu naukowego/ </w:t>
            </w:r>
            <w:r w:rsidRPr="008A3BCD">
              <w:rPr>
                <w:rFonts w:ascii="Corbel" w:hAnsi="Corbel"/>
                <w:bCs/>
                <w:sz w:val="24"/>
                <w:szCs w:val="28"/>
              </w:rPr>
              <w:lastRenderedPageBreak/>
              <w:t>tłumaczenie tekstu specjalistycznego)</w:t>
            </w:r>
          </w:p>
          <w:p w14:paraId="5CE24741" w14:textId="77777777" w:rsidR="00472759" w:rsidRPr="008A3BCD" w:rsidRDefault="00472759" w:rsidP="008A3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0"/>
              <w:rPr>
                <w:rFonts w:ascii="Corbel" w:hAnsi="Corbel"/>
                <w:bCs/>
                <w:sz w:val="24"/>
                <w:szCs w:val="28"/>
              </w:rPr>
            </w:pPr>
            <w:r w:rsidRPr="008A3BCD">
              <w:rPr>
                <w:rFonts w:ascii="Corbel" w:hAnsi="Corbel"/>
                <w:bCs/>
                <w:sz w:val="24"/>
                <w:szCs w:val="28"/>
              </w:rPr>
              <w:t>Egzamin / zaliczenie końcowe: egzamin pisemny testowy na poziomie B2+ i dłuższa wypowiedź pisemna, egzamin ustny – prezentacja projektu indywidualnego z zakresu studiowanego kierunku i specjalności realizowane podczas semestru  2.</w:t>
            </w:r>
          </w:p>
          <w:p w14:paraId="6FD4649F" w14:textId="77777777" w:rsidR="00472759" w:rsidRPr="008A3BCD" w:rsidRDefault="00472759" w:rsidP="008A3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0"/>
              <w:rPr>
                <w:rFonts w:ascii="Corbel" w:hAnsi="Corbel"/>
                <w:bCs/>
                <w:sz w:val="24"/>
                <w:szCs w:val="28"/>
              </w:rPr>
            </w:pPr>
            <w:r w:rsidRPr="008A3BCD">
              <w:rPr>
                <w:rFonts w:ascii="Corbel" w:hAnsi="Corbel"/>
                <w:bCs/>
                <w:sz w:val="24"/>
                <w:szCs w:val="28"/>
              </w:rPr>
              <w:t xml:space="preserve">Kryteria oceny prac pisemnych: </w:t>
            </w:r>
          </w:p>
          <w:p w14:paraId="42252A10" w14:textId="77777777" w:rsidR="00472759" w:rsidRPr="008A3BCD" w:rsidRDefault="00472759" w:rsidP="008A3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0"/>
              <w:rPr>
                <w:rFonts w:ascii="Corbel" w:hAnsi="Corbel"/>
                <w:bCs/>
                <w:sz w:val="24"/>
                <w:szCs w:val="28"/>
              </w:rPr>
            </w:pPr>
            <w:r w:rsidRPr="008A3BCD">
              <w:rPr>
                <w:rFonts w:ascii="Corbel" w:hAnsi="Corbel"/>
                <w:bCs/>
                <w:sz w:val="24"/>
                <w:szCs w:val="28"/>
              </w:rPr>
              <w:t>5.0 – wykazuje znajomość każdej z treści uczenia się na poziomie 91%-100% 4.5 – wykazuje znajomość każdej z treści uczenia się na poziomie 81%-90% 4.0 – wykazuje znajomość każdej z treści uczenia się na poziomie 71%-80% 3.5 – wykazuje znajomość każdej z treści uczenia się na poziomie 61%-70% 3.0 – wykazuje znajomość każdej z treści uczenia się na poziomie 51%-60% 2.0– wykazuje znajomość każdej z treści uczenia się poniżej 50%</w:t>
            </w:r>
          </w:p>
          <w:p w14:paraId="26CB7CDC" w14:textId="77777777" w:rsidR="00472759" w:rsidRPr="008A3BCD" w:rsidRDefault="00472759" w:rsidP="008A3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0"/>
              <w:rPr>
                <w:rFonts w:ascii="Corbel" w:hAnsi="Corbel"/>
                <w:bCs/>
                <w:sz w:val="24"/>
                <w:szCs w:val="28"/>
              </w:rPr>
            </w:pPr>
            <w:r w:rsidRPr="008A3BCD">
              <w:rPr>
                <w:rFonts w:ascii="Corbel" w:hAnsi="Corbel"/>
                <w:bCs/>
                <w:sz w:val="24"/>
                <w:szCs w:val="28"/>
              </w:rPr>
              <w:t>Kryteria oceny odpowiedzi ustnej:</w:t>
            </w:r>
          </w:p>
          <w:p w14:paraId="6781BD9D" w14:textId="77777777" w:rsidR="00472759" w:rsidRPr="008A3BCD" w:rsidRDefault="00472759" w:rsidP="008A3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0"/>
              <w:rPr>
                <w:rFonts w:ascii="Corbel" w:hAnsi="Corbel"/>
                <w:bCs/>
                <w:sz w:val="24"/>
                <w:szCs w:val="28"/>
              </w:rPr>
            </w:pPr>
            <w:r w:rsidRPr="008A3BCD">
              <w:rPr>
                <w:rFonts w:ascii="Corbel" w:hAnsi="Corbel"/>
                <w:bCs/>
                <w:sz w:val="24"/>
                <w:szCs w:val="28"/>
              </w:rPr>
              <w:t>5.0 – wykazuje znajomość treści uczenia się na poziomie 91%-100%</w:t>
            </w:r>
          </w:p>
          <w:p w14:paraId="77542AFD" w14:textId="77777777" w:rsidR="00472759" w:rsidRPr="008A3BCD" w:rsidRDefault="00472759" w:rsidP="008A3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0"/>
              <w:rPr>
                <w:rFonts w:ascii="Corbel" w:hAnsi="Corbel"/>
                <w:bCs/>
                <w:sz w:val="24"/>
                <w:szCs w:val="28"/>
              </w:rPr>
            </w:pPr>
            <w:r w:rsidRPr="008A3BCD">
              <w:rPr>
                <w:rFonts w:ascii="Corbel" w:hAnsi="Corbel"/>
                <w:bCs/>
                <w:sz w:val="24"/>
                <w:szCs w:val="28"/>
              </w:rPr>
              <w:t>Ocena bardzo dobra: bardzo dobry poziom znajomości słownictwa i struktur językowych, brak błędów językowych lub nieliczne błędy językowe nie zakłócające komunikacji</w:t>
            </w:r>
          </w:p>
          <w:p w14:paraId="73022EE2" w14:textId="77777777" w:rsidR="00472759" w:rsidRPr="008A3BCD" w:rsidRDefault="00472759" w:rsidP="008A3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0"/>
              <w:rPr>
                <w:rFonts w:ascii="Corbel" w:hAnsi="Corbel"/>
                <w:bCs/>
                <w:sz w:val="24"/>
                <w:szCs w:val="28"/>
              </w:rPr>
            </w:pPr>
            <w:r w:rsidRPr="008A3BCD">
              <w:rPr>
                <w:rFonts w:ascii="Corbel" w:hAnsi="Corbel"/>
                <w:bCs/>
                <w:sz w:val="24"/>
                <w:szCs w:val="28"/>
              </w:rPr>
              <w:t>4.5 – wykazuje znajomość treści uczenia się na poziomie 81%-90%</w:t>
            </w:r>
          </w:p>
          <w:p w14:paraId="35CD816C" w14:textId="77777777" w:rsidR="00472759" w:rsidRPr="008A3BCD" w:rsidRDefault="00472759" w:rsidP="008A3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0"/>
              <w:rPr>
                <w:rFonts w:ascii="Corbel" w:hAnsi="Corbel"/>
                <w:bCs/>
                <w:sz w:val="24"/>
                <w:szCs w:val="28"/>
              </w:rPr>
            </w:pPr>
            <w:r w:rsidRPr="008A3BCD">
              <w:rPr>
                <w:rFonts w:ascii="Corbel" w:hAnsi="Corbel"/>
                <w:bCs/>
                <w:sz w:val="24"/>
                <w:szCs w:val="28"/>
              </w:rPr>
              <w:t xml:space="preserve">Ocena plus dobra: dobry poziom znajomości </w:t>
            </w:r>
            <w:proofErr w:type="spellStart"/>
            <w:r w:rsidRPr="008A3BCD">
              <w:rPr>
                <w:rFonts w:ascii="Corbel" w:hAnsi="Corbel"/>
                <w:bCs/>
                <w:sz w:val="24"/>
                <w:szCs w:val="28"/>
              </w:rPr>
              <w:t>słownic</w:t>
            </w:r>
            <w:proofErr w:type="spellEnd"/>
          </w:p>
          <w:p w14:paraId="27EAE6AD" w14:textId="77777777" w:rsidR="00472759" w:rsidRPr="008A3BCD" w:rsidRDefault="00472759" w:rsidP="008A3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0"/>
              <w:rPr>
                <w:rFonts w:ascii="Corbel" w:hAnsi="Corbel"/>
                <w:bCs/>
                <w:sz w:val="24"/>
                <w:szCs w:val="28"/>
              </w:rPr>
            </w:pPr>
            <w:r w:rsidRPr="008A3BCD">
              <w:rPr>
                <w:rFonts w:ascii="Corbel" w:hAnsi="Corbel"/>
                <w:bCs/>
                <w:sz w:val="24"/>
                <w:szCs w:val="28"/>
              </w:rPr>
              <w:t>twa i struktur językowych, nieliczne błędy językowe nieznacznie zakłócające komunikację, nieznaczne zakłócenia w płynności  wypowiedzi</w:t>
            </w:r>
          </w:p>
          <w:p w14:paraId="79A03789" w14:textId="77777777" w:rsidR="00472759" w:rsidRPr="008A3BCD" w:rsidRDefault="00472759" w:rsidP="008A3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0"/>
              <w:rPr>
                <w:rFonts w:ascii="Corbel" w:hAnsi="Corbel"/>
                <w:bCs/>
                <w:sz w:val="24"/>
                <w:szCs w:val="28"/>
              </w:rPr>
            </w:pPr>
            <w:r w:rsidRPr="008A3BCD">
              <w:rPr>
                <w:rFonts w:ascii="Corbel" w:hAnsi="Corbel"/>
                <w:bCs/>
                <w:sz w:val="24"/>
                <w:szCs w:val="28"/>
              </w:rPr>
              <w:t>4.0 – wykazuje znajomość treści uczenia się na poziomie 71%-80%</w:t>
            </w:r>
          </w:p>
          <w:p w14:paraId="127F87EC" w14:textId="77777777" w:rsidR="00472759" w:rsidRPr="008A3BCD" w:rsidRDefault="00472759" w:rsidP="008A3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0"/>
              <w:rPr>
                <w:rFonts w:ascii="Corbel" w:hAnsi="Corbel"/>
                <w:bCs/>
                <w:sz w:val="24"/>
                <w:szCs w:val="28"/>
              </w:rPr>
            </w:pPr>
            <w:r w:rsidRPr="008A3BCD">
              <w:rPr>
                <w:rFonts w:ascii="Corbel" w:hAnsi="Corbel"/>
                <w:bCs/>
                <w:sz w:val="24"/>
                <w:szCs w:val="28"/>
              </w:rPr>
              <w:t xml:space="preserve">Ocena dobra: zadawalający poziom </w:t>
            </w:r>
            <w:proofErr w:type="spellStart"/>
            <w:r w:rsidRPr="008A3BCD">
              <w:rPr>
                <w:rFonts w:ascii="Corbel" w:hAnsi="Corbel"/>
                <w:bCs/>
                <w:sz w:val="24"/>
                <w:szCs w:val="28"/>
              </w:rPr>
              <w:t>znajo</w:t>
            </w:r>
            <w:proofErr w:type="spellEnd"/>
          </w:p>
          <w:p w14:paraId="418E13AB" w14:textId="77777777" w:rsidR="00472759" w:rsidRPr="008A3BCD" w:rsidRDefault="00472759" w:rsidP="008A3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0"/>
              <w:rPr>
                <w:rFonts w:ascii="Corbel" w:hAnsi="Corbel"/>
                <w:bCs/>
                <w:sz w:val="24"/>
                <w:szCs w:val="28"/>
              </w:rPr>
            </w:pPr>
            <w:r w:rsidRPr="008A3BCD">
              <w:rPr>
                <w:rFonts w:ascii="Corbel" w:hAnsi="Corbel"/>
                <w:bCs/>
                <w:sz w:val="24"/>
                <w:szCs w:val="28"/>
              </w:rPr>
              <w:t>mości słownictwa i struktur językowych, błędy językowe nieznacznie zakłócające komunikację, nieznaczne zakłócenia w płynności  wypowiedzi</w:t>
            </w:r>
          </w:p>
          <w:p w14:paraId="02956409" w14:textId="77777777" w:rsidR="00472759" w:rsidRPr="008A3BCD" w:rsidRDefault="00472759" w:rsidP="008A3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0"/>
              <w:rPr>
                <w:rFonts w:ascii="Corbel" w:hAnsi="Corbel"/>
                <w:bCs/>
                <w:sz w:val="24"/>
                <w:szCs w:val="28"/>
              </w:rPr>
            </w:pPr>
            <w:r w:rsidRPr="008A3BCD">
              <w:rPr>
                <w:rFonts w:ascii="Corbel" w:hAnsi="Corbel"/>
                <w:bCs/>
                <w:sz w:val="24"/>
                <w:szCs w:val="28"/>
              </w:rPr>
              <w:t>3.5 – wykazuje znajomość treści uczenia się na poziomie 61%-70%</w:t>
            </w:r>
          </w:p>
          <w:p w14:paraId="382B69BD" w14:textId="77777777" w:rsidR="00472759" w:rsidRPr="008A3BCD" w:rsidRDefault="00472759" w:rsidP="008A3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0"/>
              <w:rPr>
                <w:rFonts w:ascii="Corbel" w:hAnsi="Corbel"/>
                <w:bCs/>
                <w:sz w:val="24"/>
                <w:szCs w:val="28"/>
              </w:rPr>
            </w:pPr>
            <w:r w:rsidRPr="008A3BCD">
              <w:rPr>
                <w:rFonts w:ascii="Corbel" w:hAnsi="Corbel"/>
                <w:bCs/>
                <w:sz w:val="24"/>
                <w:szCs w:val="28"/>
              </w:rPr>
              <w:t>Ocena +dostateczna: ograniczona znajomość słownictwa i struktur językowych, liczne błędy językowe znacznie zakłócające komunikację i płynność wypowiedzi, odpowiedzi częściowo odbiegające od treści zadanego pytania, niekompletna</w:t>
            </w:r>
          </w:p>
          <w:p w14:paraId="7484418A" w14:textId="77777777" w:rsidR="00472759" w:rsidRPr="008A3BCD" w:rsidRDefault="00472759" w:rsidP="008A3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0"/>
              <w:rPr>
                <w:rFonts w:ascii="Corbel" w:hAnsi="Corbel"/>
                <w:bCs/>
                <w:sz w:val="24"/>
                <w:szCs w:val="28"/>
              </w:rPr>
            </w:pPr>
            <w:r w:rsidRPr="008A3BCD">
              <w:rPr>
                <w:rFonts w:ascii="Corbel" w:hAnsi="Corbel"/>
                <w:bCs/>
                <w:sz w:val="24"/>
                <w:szCs w:val="28"/>
              </w:rPr>
              <w:t>3.0 – wykazuje znajomość treści uczenia się na poziomie 51%-60%</w:t>
            </w:r>
          </w:p>
          <w:p w14:paraId="10D33FB9" w14:textId="77777777" w:rsidR="00472759" w:rsidRPr="008A3BCD" w:rsidRDefault="00472759" w:rsidP="008A3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0"/>
              <w:rPr>
                <w:rFonts w:ascii="Corbel" w:hAnsi="Corbel"/>
                <w:bCs/>
                <w:sz w:val="24"/>
                <w:szCs w:val="28"/>
              </w:rPr>
            </w:pPr>
            <w:r w:rsidRPr="008A3BCD">
              <w:rPr>
                <w:rFonts w:ascii="Corbel" w:hAnsi="Corbel"/>
                <w:bCs/>
                <w:sz w:val="24"/>
                <w:szCs w:val="28"/>
              </w:rPr>
              <w:t>Ocena dostateczna: ograniczona znajomość słownictwa i struktur językowych, liczne błędy językowe znacznie zakłócające komunikację i płynność wypowiedzi, niepełne odpowiedzi na pytania, odpowiedzi częściowo odbiegające od treści zadanego pytania</w:t>
            </w:r>
          </w:p>
          <w:p w14:paraId="134067F6" w14:textId="77777777" w:rsidR="00472759" w:rsidRPr="008A3BCD" w:rsidRDefault="00472759" w:rsidP="008A3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0"/>
              <w:rPr>
                <w:rFonts w:ascii="Corbel" w:hAnsi="Corbel"/>
                <w:bCs/>
                <w:sz w:val="24"/>
                <w:szCs w:val="28"/>
              </w:rPr>
            </w:pPr>
            <w:r w:rsidRPr="008A3BCD">
              <w:rPr>
                <w:rFonts w:ascii="Corbel" w:hAnsi="Corbel"/>
                <w:bCs/>
                <w:sz w:val="24"/>
                <w:szCs w:val="28"/>
              </w:rPr>
              <w:t>2.0 – wykazuje znajomość treści uczenia się poniżej 50%</w:t>
            </w:r>
          </w:p>
          <w:p w14:paraId="28E11459" w14:textId="77777777" w:rsidR="00472759" w:rsidRPr="008A3BCD" w:rsidRDefault="00472759" w:rsidP="008A3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0"/>
              <w:rPr>
                <w:rFonts w:ascii="Corbel" w:hAnsi="Corbel"/>
                <w:bCs/>
                <w:sz w:val="24"/>
                <w:szCs w:val="28"/>
              </w:rPr>
            </w:pPr>
            <w:r w:rsidRPr="008A3BCD">
              <w:rPr>
                <w:rFonts w:ascii="Corbel" w:hAnsi="Corbel"/>
                <w:bCs/>
                <w:sz w:val="24"/>
                <w:szCs w:val="28"/>
              </w:rPr>
              <w:t>Ocena niedostateczna: brak odpowiedzi lub bardzo ograniczona znajomość słownictwa i struktur językowych uniemożliwiająca wykonanie zadania, chaotyczna konstrukcja wypowiedzi, bardzo uboga treść, niekomunikatywność, mylenie i zniekształcanie podstawowych informacji</w:t>
            </w:r>
          </w:p>
          <w:p w14:paraId="5DD654D9" w14:textId="77777777" w:rsidR="00472759" w:rsidRPr="008A3BCD" w:rsidRDefault="00472759" w:rsidP="008A3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0"/>
              <w:rPr>
                <w:rFonts w:ascii="Corbel" w:hAnsi="Corbel"/>
                <w:bCs/>
                <w:sz w:val="24"/>
                <w:szCs w:val="28"/>
              </w:rPr>
            </w:pPr>
            <w:r w:rsidRPr="008A3BCD">
              <w:rPr>
                <w:rFonts w:ascii="Corbel" w:hAnsi="Corbel"/>
                <w:bCs/>
                <w:sz w:val="24"/>
                <w:szCs w:val="28"/>
              </w:rPr>
              <w:t>Ocenę pozytywną z przedmiotu można otrzymać wyłącznie pod warunkiem uzyskania pozytywnej oceny za każdy z ustanowionych efektów uczenia się.</w:t>
            </w:r>
          </w:p>
          <w:p w14:paraId="028203B8" w14:textId="77777777" w:rsidR="0085747A" w:rsidRPr="00472759" w:rsidRDefault="00472759" w:rsidP="008A3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0"/>
              <w:rPr>
                <w:rFonts w:ascii="Corbel" w:hAnsi="Corbel"/>
                <w:bCs/>
                <w:szCs w:val="24"/>
              </w:rPr>
            </w:pPr>
            <w:r w:rsidRPr="008A3BCD">
              <w:rPr>
                <w:rFonts w:ascii="Corbel" w:hAnsi="Corbel"/>
                <w:bCs/>
                <w:sz w:val="24"/>
                <w:szCs w:val="28"/>
              </w:rPr>
              <w:t>Ocenę końcową z przedmiotu stanowi średnia arytmetyczna z ocen cząstkowych.</w:t>
            </w:r>
          </w:p>
        </w:tc>
      </w:tr>
    </w:tbl>
    <w:p w14:paraId="23C8EBB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E074961" w14:textId="77777777" w:rsidR="009F4610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8970B25" w14:textId="77777777" w:rsidR="006A1D0C" w:rsidRDefault="006A1D0C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45935C7D" w14:textId="77777777" w:rsidR="006A1D0C" w:rsidRPr="009C54AE" w:rsidRDefault="006A1D0C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30 godz. Ćwiczeń dla I rok, 1 semestr</w:t>
      </w:r>
    </w:p>
    <w:p w14:paraId="414FFD4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60"/>
        <w:gridCol w:w="4760"/>
      </w:tblGrid>
      <w:tr w:rsidR="0085747A" w:rsidRPr="009C54AE" w14:paraId="76AAA71A" w14:textId="77777777" w:rsidTr="00C2600C">
        <w:tc>
          <w:tcPr>
            <w:tcW w:w="4760" w:type="dxa"/>
            <w:vAlign w:val="center"/>
          </w:tcPr>
          <w:p w14:paraId="34B46CC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760" w:type="dxa"/>
            <w:vAlign w:val="center"/>
          </w:tcPr>
          <w:p w14:paraId="08BDDBE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8A11F0D" w14:textId="77777777" w:rsidTr="00C2600C">
        <w:tc>
          <w:tcPr>
            <w:tcW w:w="4760" w:type="dxa"/>
            <w:vAlign w:val="center"/>
          </w:tcPr>
          <w:p w14:paraId="0BD97D65" w14:textId="77777777" w:rsidR="0085747A" w:rsidRPr="00C2600C" w:rsidRDefault="00C61DC5" w:rsidP="00C2600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2600C">
              <w:rPr>
                <w:rFonts w:ascii="Corbel" w:hAnsi="Corbel"/>
                <w:sz w:val="24"/>
                <w:szCs w:val="24"/>
              </w:rPr>
              <w:lastRenderedPageBreak/>
              <w:t>G</w:t>
            </w:r>
            <w:r w:rsidR="0085747A" w:rsidRPr="00C2600C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C2600C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C2600C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C2600C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C2600C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C2600C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C2600C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760" w:type="dxa"/>
            <w:vAlign w:val="center"/>
          </w:tcPr>
          <w:p w14:paraId="31AC435D" w14:textId="6B169E2B" w:rsidR="0085747A" w:rsidRPr="00C2600C" w:rsidRDefault="00027627" w:rsidP="00C260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5C7CDF13" w14:textId="77777777" w:rsidTr="0048194F">
        <w:tc>
          <w:tcPr>
            <w:tcW w:w="4760" w:type="dxa"/>
            <w:vAlign w:val="center"/>
          </w:tcPr>
          <w:p w14:paraId="18310E84" w14:textId="77777777" w:rsidR="00C61DC5" w:rsidRPr="00C2600C" w:rsidRDefault="00C61DC5" w:rsidP="00C2600C">
            <w:pPr>
              <w:pStyle w:val="Akapitzlist"/>
              <w:spacing w:after="0" w:line="240" w:lineRule="auto"/>
              <w:ind w:left="0" w:right="-270"/>
              <w:rPr>
                <w:rFonts w:ascii="Corbel" w:hAnsi="Corbel"/>
                <w:sz w:val="24"/>
                <w:szCs w:val="24"/>
              </w:rPr>
            </w:pPr>
            <w:r w:rsidRPr="00C2600C">
              <w:rPr>
                <w:rFonts w:ascii="Corbel" w:hAnsi="Corbel"/>
                <w:sz w:val="24"/>
                <w:szCs w:val="24"/>
              </w:rPr>
              <w:t>Inne z udziałem</w:t>
            </w:r>
            <w:r w:rsidR="00C2600C" w:rsidRPr="00C2600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2600C">
              <w:rPr>
                <w:rFonts w:ascii="Corbel" w:hAnsi="Corbel"/>
                <w:sz w:val="24"/>
                <w:szCs w:val="24"/>
              </w:rPr>
              <w:t>nauczyciela</w:t>
            </w:r>
            <w:r w:rsidR="000A3CDF" w:rsidRPr="00C2600C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D069ACC" w14:textId="77777777" w:rsidR="00C61DC5" w:rsidRPr="00C2600C" w:rsidRDefault="00C61DC5" w:rsidP="00C2600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2600C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760" w:type="dxa"/>
            <w:vAlign w:val="center"/>
          </w:tcPr>
          <w:p w14:paraId="716D4A77" w14:textId="77777777" w:rsidR="00C2600C" w:rsidRDefault="006A1D0C" w:rsidP="004819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4" w:right="30"/>
              <w:contextualSpacing/>
              <w:jc w:val="center"/>
              <w:rPr>
                <w:rFonts w:ascii="Corbel" w:hAnsi="Corbel" w:cs="DejaVu Sans"/>
                <w:color w:val="000000"/>
                <w:spacing w:val="-9"/>
                <w:sz w:val="24"/>
                <w:szCs w:val="24"/>
                <w:lang w:eastAsia="pl-PL"/>
              </w:rPr>
            </w:pPr>
            <w:r>
              <w:rPr>
                <w:rFonts w:ascii="Corbel" w:hAnsi="Corbel" w:cs="DejaVu Sans"/>
                <w:color w:val="000000"/>
                <w:spacing w:val="-9"/>
                <w:sz w:val="24"/>
                <w:szCs w:val="24"/>
                <w:lang w:eastAsia="pl-PL"/>
              </w:rPr>
              <w:t>5</w:t>
            </w:r>
          </w:p>
          <w:p w14:paraId="08CEA694" w14:textId="77777777" w:rsidR="00C2600C" w:rsidRPr="00C2600C" w:rsidRDefault="006A1D0C" w:rsidP="004819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4" w:right="30"/>
              <w:contextualSpacing/>
              <w:jc w:val="center"/>
              <w:rPr>
                <w:rFonts w:ascii="Corbel" w:hAnsi="Corbel" w:cs="DejaVu Sans"/>
                <w:sz w:val="24"/>
                <w:szCs w:val="24"/>
                <w:lang w:eastAsia="pl-PL"/>
              </w:rPr>
            </w:pPr>
            <w:r>
              <w:rPr>
                <w:rFonts w:ascii="Corbel" w:hAnsi="Corbel" w:cs="DejaVu Sans"/>
                <w:color w:val="000000"/>
                <w:spacing w:val="-9"/>
                <w:sz w:val="24"/>
                <w:szCs w:val="24"/>
                <w:lang w:eastAsia="pl-PL"/>
              </w:rPr>
              <w:t>(4 udział w konsultacjach, 1</w:t>
            </w:r>
            <w:r w:rsidR="00C2600C" w:rsidRPr="00C2600C">
              <w:rPr>
                <w:rFonts w:ascii="Corbel" w:hAnsi="Corbel" w:cs="DejaVu Sans"/>
                <w:color w:val="000000"/>
                <w:spacing w:val="-9"/>
                <w:sz w:val="24"/>
                <w:szCs w:val="24"/>
                <w:lang w:eastAsia="pl-PL"/>
              </w:rPr>
              <w:t xml:space="preserve"> </w:t>
            </w:r>
            <w:r w:rsidR="00C2600C" w:rsidRPr="00C2600C">
              <w:rPr>
                <w:rFonts w:ascii="Corbel" w:hAnsi="Corbel" w:cs="DejaVu Sans"/>
                <w:color w:val="000000"/>
                <w:sz w:val="24"/>
                <w:szCs w:val="24"/>
                <w:lang w:eastAsia="pl-PL"/>
              </w:rPr>
              <w:t>udział w egzaminie-części pisemnej)</w:t>
            </w:r>
          </w:p>
          <w:p w14:paraId="7AD92C3E" w14:textId="77777777" w:rsidR="00080ACD" w:rsidRPr="00C2600C" w:rsidRDefault="00080ACD" w:rsidP="004819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162"/>
              <w:contextualSpacing/>
              <w:jc w:val="center"/>
              <w:rPr>
                <w:rFonts w:ascii="Corbel" w:hAnsi="Corbel" w:cs="DejaVu Sans"/>
                <w:sz w:val="24"/>
                <w:szCs w:val="24"/>
                <w:lang w:eastAsia="pl-PL"/>
              </w:rPr>
            </w:pPr>
            <w:r w:rsidRPr="00C2600C">
              <w:rPr>
                <w:rFonts w:ascii="Corbel" w:hAnsi="Corbel" w:cs="DejaVu Sans"/>
                <w:color w:val="000000"/>
                <w:spacing w:val="-12"/>
                <w:sz w:val="24"/>
                <w:szCs w:val="24"/>
                <w:lang w:eastAsia="pl-PL"/>
              </w:rPr>
              <w:t>0</w:t>
            </w:r>
          </w:p>
          <w:p w14:paraId="7883345D" w14:textId="77777777" w:rsidR="00C61DC5" w:rsidRPr="00C2600C" w:rsidRDefault="00C61DC5" w:rsidP="004819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4" w:right="686"/>
              <w:contextualSpacing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9C54AE" w14:paraId="5D52679E" w14:textId="77777777" w:rsidTr="00C2600C">
        <w:tc>
          <w:tcPr>
            <w:tcW w:w="4760" w:type="dxa"/>
            <w:vAlign w:val="center"/>
          </w:tcPr>
          <w:p w14:paraId="3D86CF84" w14:textId="77777777" w:rsidR="00080ACD" w:rsidRPr="00080ACD" w:rsidRDefault="00080ACD" w:rsidP="00C2600C">
            <w:pPr>
              <w:pStyle w:val="Akapitzlist"/>
              <w:spacing w:line="240" w:lineRule="auto"/>
              <w:ind w:left="-74" w:right="-80"/>
              <w:rPr>
                <w:rFonts w:ascii="Corbel" w:hAnsi="Corbel"/>
                <w:sz w:val="24"/>
                <w:szCs w:val="24"/>
              </w:rPr>
            </w:pPr>
            <w:r w:rsidRPr="00080ACD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080ACD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080ACD">
              <w:rPr>
                <w:rFonts w:ascii="Corbel" w:hAnsi="Corbel"/>
                <w:sz w:val="24"/>
                <w:szCs w:val="24"/>
              </w:rPr>
              <w:t xml:space="preserve"> – praca własna  studenta (przygotowanie do zajęć, czas  na przygotowanie  lektury/projektu, czas  na  przygotowanie  prezentacji  multimedialnej z zakresu studiowanej  specjalności i seminarium dyplomowego  do zaliczenia końcowego</w:t>
            </w:r>
          </w:p>
          <w:p w14:paraId="77D3DF34" w14:textId="77777777" w:rsidR="00C61DC5" w:rsidRPr="009C54AE" w:rsidRDefault="00C61DC5" w:rsidP="00C2600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4760" w:type="dxa"/>
            <w:vAlign w:val="center"/>
          </w:tcPr>
          <w:p w14:paraId="1626CF72" w14:textId="757FC201" w:rsidR="00C61DC5" w:rsidRDefault="00027627" w:rsidP="00C260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  <w:p w14:paraId="69F0FE23" w14:textId="77777777" w:rsidR="00C2600C" w:rsidRPr="009C54AE" w:rsidRDefault="00C2600C" w:rsidP="00C2600C">
            <w:pPr>
              <w:pStyle w:val="Akapitzlist"/>
              <w:spacing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2600C">
              <w:rPr>
                <w:rFonts w:ascii="Corbel" w:hAnsi="Corbel"/>
                <w:sz w:val="24"/>
                <w:szCs w:val="24"/>
              </w:rPr>
              <w:t>(przygotowanie do zajęć, czas na przygotowanie  lektury/projektu, czas na  przygotowanie prezentacji multimedialnej z zakresu studiowanej specjalności i seminarium dyplomowego  do zaliczenia końcowego</w:t>
            </w:r>
            <w:r>
              <w:rPr>
                <w:rFonts w:ascii="Corbel" w:hAnsi="Corbel"/>
                <w:sz w:val="24"/>
                <w:szCs w:val="24"/>
              </w:rPr>
              <w:t>)</w:t>
            </w:r>
          </w:p>
        </w:tc>
      </w:tr>
      <w:tr w:rsidR="0085747A" w:rsidRPr="009C54AE" w14:paraId="28C3ECE9" w14:textId="77777777" w:rsidTr="00C2600C">
        <w:tc>
          <w:tcPr>
            <w:tcW w:w="4760" w:type="dxa"/>
          </w:tcPr>
          <w:p w14:paraId="3D5E0F9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760" w:type="dxa"/>
            <w:vAlign w:val="center"/>
          </w:tcPr>
          <w:p w14:paraId="5C89AD23" w14:textId="51602E86" w:rsidR="0085747A" w:rsidRPr="009C54AE" w:rsidRDefault="00027627" w:rsidP="00C260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53</w:t>
            </w:r>
          </w:p>
        </w:tc>
      </w:tr>
      <w:tr w:rsidR="0085747A" w:rsidRPr="009C54AE" w14:paraId="2A4676E1" w14:textId="77777777" w:rsidTr="00C2600C">
        <w:tc>
          <w:tcPr>
            <w:tcW w:w="4760" w:type="dxa"/>
          </w:tcPr>
          <w:p w14:paraId="7F646E4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760" w:type="dxa"/>
            <w:vAlign w:val="center"/>
          </w:tcPr>
          <w:p w14:paraId="4AE76625" w14:textId="77777777" w:rsidR="0085747A" w:rsidRPr="009C54AE" w:rsidRDefault="006A1D0C" w:rsidP="00C260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C4B5C9E" w14:textId="77777777" w:rsidR="00C64C6B" w:rsidRDefault="00C64C6B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222D1329" w14:textId="77777777" w:rsidR="00C64C6B" w:rsidRDefault="00C64C6B" w:rsidP="00C64C6B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3644C5D1" w14:textId="77777777" w:rsidR="00C64C6B" w:rsidRDefault="00C64C6B" w:rsidP="00C64C6B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0765A611" w14:textId="77777777" w:rsidR="00C64C6B" w:rsidRDefault="00C64C6B" w:rsidP="00C64C6B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61A0840F" w14:textId="77777777" w:rsidR="00C64C6B" w:rsidRDefault="00C64C6B" w:rsidP="00C64C6B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65F721E4" w14:textId="77777777" w:rsidR="00C64C6B" w:rsidRPr="009C54AE" w:rsidRDefault="00C64C6B" w:rsidP="00C64C6B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30 godz. Ćwiczeń dla I rok, 2 semestr</w:t>
      </w:r>
    </w:p>
    <w:p w14:paraId="54DC1DFD" w14:textId="77777777" w:rsidR="00C64C6B" w:rsidRPr="009C54AE" w:rsidRDefault="00C64C6B" w:rsidP="00C64C6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60"/>
        <w:gridCol w:w="4760"/>
      </w:tblGrid>
      <w:tr w:rsidR="00C64C6B" w:rsidRPr="009C54AE" w14:paraId="22664896" w14:textId="77777777" w:rsidTr="00254800">
        <w:tc>
          <w:tcPr>
            <w:tcW w:w="4760" w:type="dxa"/>
            <w:vAlign w:val="center"/>
          </w:tcPr>
          <w:p w14:paraId="1B775DE9" w14:textId="77777777" w:rsidR="00C64C6B" w:rsidRPr="009C54AE" w:rsidRDefault="00C64C6B" w:rsidP="0025480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760" w:type="dxa"/>
            <w:vAlign w:val="center"/>
          </w:tcPr>
          <w:p w14:paraId="4D5A75CE" w14:textId="77777777" w:rsidR="00C64C6B" w:rsidRPr="009C54AE" w:rsidRDefault="00C64C6B" w:rsidP="0025480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C64C6B" w:rsidRPr="009C54AE" w14:paraId="1524DC55" w14:textId="77777777" w:rsidTr="00254800">
        <w:tc>
          <w:tcPr>
            <w:tcW w:w="4760" w:type="dxa"/>
            <w:vAlign w:val="center"/>
          </w:tcPr>
          <w:p w14:paraId="48FB79C9" w14:textId="77777777" w:rsidR="00C64C6B" w:rsidRPr="00C2600C" w:rsidRDefault="00C64C6B" w:rsidP="0025480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2600C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760" w:type="dxa"/>
            <w:vAlign w:val="center"/>
          </w:tcPr>
          <w:p w14:paraId="727BDEF2" w14:textId="6831CBF7" w:rsidR="00C64C6B" w:rsidRPr="00C2600C" w:rsidRDefault="00027627" w:rsidP="0025480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4C6B" w:rsidRPr="009C54AE" w14:paraId="5F071A2B" w14:textId="77777777" w:rsidTr="00254800">
        <w:tc>
          <w:tcPr>
            <w:tcW w:w="4760" w:type="dxa"/>
            <w:vAlign w:val="center"/>
          </w:tcPr>
          <w:p w14:paraId="42256A71" w14:textId="77777777" w:rsidR="00C64C6B" w:rsidRPr="00C2600C" w:rsidRDefault="00C64C6B" w:rsidP="00254800">
            <w:pPr>
              <w:pStyle w:val="Akapitzlist"/>
              <w:spacing w:after="0" w:line="240" w:lineRule="auto"/>
              <w:ind w:left="0" w:right="-270"/>
              <w:rPr>
                <w:rFonts w:ascii="Corbel" w:hAnsi="Corbel"/>
                <w:sz w:val="24"/>
                <w:szCs w:val="24"/>
              </w:rPr>
            </w:pPr>
            <w:r w:rsidRPr="00C2600C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071486B" w14:textId="77777777" w:rsidR="00C64C6B" w:rsidRPr="00C2600C" w:rsidRDefault="00C64C6B" w:rsidP="0025480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2600C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760" w:type="dxa"/>
            <w:vAlign w:val="center"/>
          </w:tcPr>
          <w:p w14:paraId="04F402C6" w14:textId="77777777" w:rsidR="00C64C6B" w:rsidRDefault="00C64C6B" w:rsidP="002548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4" w:right="30"/>
              <w:contextualSpacing/>
              <w:jc w:val="center"/>
              <w:rPr>
                <w:rFonts w:ascii="Corbel" w:hAnsi="Corbel" w:cs="DejaVu Sans"/>
                <w:color w:val="000000"/>
                <w:spacing w:val="-9"/>
                <w:sz w:val="24"/>
                <w:szCs w:val="24"/>
                <w:lang w:eastAsia="pl-PL"/>
              </w:rPr>
            </w:pPr>
            <w:r>
              <w:rPr>
                <w:rFonts w:ascii="Corbel" w:hAnsi="Corbel" w:cs="DejaVu Sans"/>
                <w:color w:val="000000"/>
                <w:spacing w:val="-9"/>
                <w:sz w:val="24"/>
                <w:szCs w:val="24"/>
                <w:lang w:eastAsia="pl-PL"/>
              </w:rPr>
              <w:t>5</w:t>
            </w:r>
          </w:p>
          <w:p w14:paraId="201B0780" w14:textId="77777777" w:rsidR="00C64C6B" w:rsidRPr="00C2600C" w:rsidRDefault="00C64C6B" w:rsidP="002548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4" w:right="30"/>
              <w:contextualSpacing/>
              <w:jc w:val="center"/>
              <w:rPr>
                <w:rFonts w:ascii="Corbel" w:hAnsi="Corbel" w:cs="DejaVu Sans"/>
                <w:sz w:val="24"/>
                <w:szCs w:val="24"/>
                <w:lang w:eastAsia="pl-PL"/>
              </w:rPr>
            </w:pPr>
            <w:r>
              <w:rPr>
                <w:rFonts w:ascii="Corbel" w:hAnsi="Corbel" w:cs="DejaVu Sans"/>
                <w:color w:val="000000"/>
                <w:spacing w:val="-9"/>
                <w:sz w:val="24"/>
                <w:szCs w:val="24"/>
                <w:lang w:eastAsia="pl-PL"/>
              </w:rPr>
              <w:t>(4 udział w konsultacjach, 1</w:t>
            </w:r>
            <w:r w:rsidRPr="00C2600C">
              <w:rPr>
                <w:rFonts w:ascii="Corbel" w:hAnsi="Corbel" w:cs="DejaVu Sans"/>
                <w:color w:val="000000"/>
                <w:spacing w:val="-9"/>
                <w:sz w:val="24"/>
                <w:szCs w:val="24"/>
                <w:lang w:eastAsia="pl-PL"/>
              </w:rPr>
              <w:t xml:space="preserve"> </w:t>
            </w:r>
            <w:r w:rsidRPr="00C2600C">
              <w:rPr>
                <w:rFonts w:ascii="Corbel" w:hAnsi="Corbel" w:cs="DejaVu Sans"/>
                <w:color w:val="000000"/>
                <w:sz w:val="24"/>
                <w:szCs w:val="24"/>
                <w:lang w:eastAsia="pl-PL"/>
              </w:rPr>
              <w:t>udział w egzaminie-części pisemnej)</w:t>
            </w:r>
          </w:p>
          <w:p w14:paraId="47FB7B5D" w14:textId="77777777" w:rsidR="00C64C6B" w:rsidRPr="00C2600C" w:rsidRDefault="00C64C6B" w:rsidP="002548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162"/>
              <w:contextualSpacing/>
              <w:jc w:val="center"/>
              <w:rPr>
                <w:rFonts w:ascii="Corbel" w:hAnsi="Corbel" w:cs="DejaVu Sans"/>
                <w:sz w:val="24"/>
                <w:szCs w:val="24"/>
                <w:lang w:eastAsia="pl-PL"/>
              </w:rPr>
            </w:pPr>
            <w:r w:rsidRPr="00C2600C">
              <w:rPr>
                <w:rFonts w:ascii="Corbel" w:hAnsi="Corbel" w:cs="DejaVu Sans"/>
                <w:color w:val="000000"/>
                <w:spacing w:val="-12"/>
                <w:sz w:val="24"/>
                <w:szCs w:val="24"/>
                <w:lang w:eastAsia="pl-PL"/>
              </w:rPr>
              <w:t>0</w:t>
            </w:r>
          </w:p>
          <w:p w14:paraId="15B86BAA" w14:textId="77777777" w:rsidR="00C64C6B" w:rsidRPr="00C2600C" w:rsidRDefault="00C64C6B" w:rsidP="002548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4" w:right="686"/>
              <w:contextualSpacing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C64C6B" w:rsidRPr="009C54AE" w14:paraId="2AF2F53A" w14:textId="77777777" w:rsidTr="00254800">
        <w:tc>
          <w:tcPr>
            <w:tcW w:w="4760" w:type="dxa"/>
            <w:vAlign w:val="center"/>
          </w:tcPr>
          <w:p w14:paraId="2E83D36A" w14:textId="77777777" w:rsidR="00C64C6B" w:rsidRPr="00080ACD" w:rsidRDefault="00C64C6B" w:rsidP="00254800">
            <w:pPr>
              <w:pStyle w:val="Akapitzlist"/>
              <w:spacing w:line="240" w:lineRule="auto"/>
              <w:ind w:left="-74" w:right="-80"/>
              <w:rPr>
                <w:rFonts w:ascii="Corbel" w:hAnsi="Corbel"/>
                <w:sz w:val="24"/>
                <w:szCs w:val="24"/>
              </w:rPr>
            </w:pPr>
            <w:r w:rsidRPr="00080ACD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080ACD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080ACD">
              <w:rPr>
                <w:rFonts w:ascii="Corbel" w:hAnsi="Corbel"/>
                <w:sz w:val="24"/>
                <w:szCs w:val="24"/>
              </w:rPr>
              <w:t xml:space="preserve"> – praca własna  studenta (przygotowanie do zajęć, czas  na przygotowanie  lektury/projektu, czas  na  przygotowanie  prezentacji  multimedialnej z zakresu studiowanej  specjalności i seminarium dyplomowego  do zaliczenia końcowego</w:t>
            </w:r>
          </w:p>
          <w:p w14:paraId="125263A6" w14:textId="77777777" w:rsidR="00C64C6B" w:rsidRPr="009C54AE" w:rsidRDefault="00C64C6B" w:rsidP="0025480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4760" w:type="dxa"/>
            <w:vAlign w:val="center"/>
          </w:tcPr>
          <w:p w14:paraId="7DC59E7C" w14:textId="589B00C1" w:rsidR="00C64C6B" w:rsidRDefault="00027627" w:rsidP="0025480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  <w:p w14:paraId="215DEA51" w14:textId="77777777" w:rsidR="00C64C6B" w:rsidRPr="009C54AE" w:rsidRDefault="00C64C6B" w:rsidP="00254800">
            <w:pPr>
              <w:pStyle w:val="Akapitzlist"/>
              <w:spacing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2600C">
              <w:rPr>
                <w:rFonts w:ascii="Corbel" w:hAnsi="Corbel"/>
                <w:sz w:val="24"/>
                <w:szCs w:val="24"/>
              </w:rPr>
              <w:t>(przygotowanie do zajęć, czas na przygotowanie  lektury/projektu, czas na  przygotowanie prezentacji multimedialnej z zakresu studiowanej specjalności i seminarium dyplomowego  do zaliczenia końcowego</w:t>
            </w:r>
            <w:r>
              <w:rPr>
                <w:rFonts w:ascii="Corbel" w:hAnsi="Corbel"/>
                <w:sz w:val="24"/>
                <w:szCs w:val="24"/>
              </w:rPr>
              <w:t>)</w:t>
            </w:r>
          </w:p>
        </w:tc>
      </w:tr>
      <w:tr w:rsidR="00C64C6B" w:rsidRPr="009C54AE" w14:paraId="5F735CC2" w14:textId="77777777" w:rsidTr="00254800">
        <w:tc>
          <w:tcPr>
            <w:tcW w:w="4760" w:type="dxa"/>
          </w:tcPr>
          <w:p w14:paraId="45B676B4" w14:textId="77777777" w:rsidR="00C64C6B" w:rsidRPr="009C54AE" w:rsidRDefault="00C64C6B" w:rsidP="0025480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760" w:type="dxa"/>
            <w:vAlign w:val="center"/>
          </w:tcPr>
          <w:p w14:paraId="03F4BFEB" w14:textId="01765097" w:rsidR="00C64C6B" w:rsidRPr="009C54AE" w:rsidRDefault="00027627" w:rsidP="0025480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53</w:t>
            </w:r>
          </w:p>
        </w:tc>
      </w:tr>
      <w:tr w:rsidR="00C64C6B" w:rsidRPr="009C54AE" w14:paraId="2E6CA131" w14:textId="77777777" w:rsidTr="00254800">
        <w:tc>
          <w:tcPr>
            <w:tcW w:w="4760" w:type="dxa"/>
          </w:tcPr>
          <w:p w14:paraId="67BA55C4" w14:textId="77777777" w:rsidR="00C64C6B" w:rsidRPr="009C54AE" w:rsidRDefault="00C64C6B" w:rsidP="00254800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760" w:type="dxa"/>
            <w:vAlign w:val="center"/>
          </w:tcPr>
          <w:p w14:paraId="7279317E" w14:textId="345861EE" w:rsidR="00C64C6B" w:rsidRPr="009C54AE" w:rsidRDefault="00F723D4" w:rsidP="0025480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870965E" w14:textId="77777777" w:rsidR="00C64C6B" w:rsidRPr="00C64C6B" w:rsidRDefault="00C64C6B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32454527" w14:textId="77777777" w:rsidR="00C64C6B" w:rsidRPr="00C64C6B" w:rsidRDefault="00C64C6B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267ABB11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D67431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D864B0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73F9652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1DB702F1" w14:textId="77777777" w:rsidTr="0071620A">
        <w:trPr>
          <w:trHeight w:val="397"/>
        </w:trPr>
        <w:tc>
          <w:tcPr>
            <w:tcW w:w="3544" w:type="dxa"/>
          </w:tcPr>
          <w:p w14:paraId="41AA243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73C41D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1E0CE9A1" w14:textId="77777777" w:rsidTr="0071620A">
        <w:trPr>
          <w:trHeight w:val="397"/>
        </w:trPr>
        <w:tc>
          <w:tcPr>
            <w:tcW w:w="3544" w:type="dxa"/>
          </w:tcPr>
          <w:p w14:paraId="10F89A9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C504251" w14:textId="77777777" w:rsidR="0085747A" w:rsidRPr="009C54AE" w:rsidRDefault="00C2600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706B94E9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A3C9D29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32662B1A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85747A" w:rsidRPr="00027627" w14:paraId="4100D283" w14:textId="77777777" w:rsidTr="00F723D4">
        <w:trPr>
          <w:trHeight w:val="397"/>
        </w:trPr>
        <w:tc>
          <w:tcPr>
            <w:tcW w:w="9356" w:type="dxa"/>
          </w:tcPr>
          <w:p w14:paraId="14904BEE" w14:textId="77777777" w:rsidR="00C2600C" w:rsidRDefault="0085747A" w:rsidP="00F723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="00143AA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7EBDA7DF" w14:textId="77777777" w:rsidR="00472759" w:rsidRPr="00472759" w:rsidRDefault="00472759" w:rsidP="00F723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 Sans"/>
                <w:color w:val="000000"/>
                <w:spacing w:val="-10"/>
                <w:sz w:val="24"/>
                <w:szCs w:val="24"/>
                <w:lang w:eastAsia="pl-PL"/>
              </w:rPr>
            </w:pPr>
            <w:r w:rsidRPr="00472759">
              <w:rPr>
                <w:rFonts w:ascii="Corbel" w:hAnsi="Corbel" w:cs="DejaVu Sans"/>
                <w:color w:val="000000"/>
                <w:spacing w:val="-10"/>
                <w:sz w:val="24"/>
                <w:szCs w:val="24"/>
                <w:lang w:eastAsia="pl-PL"/>
              </w:rPr>
              <w:t>Wybrane zagadnienia z podręczników:</w:t>
            </w:r>
          </w:p>
          <w:p w14:paraId="4CDE21FA" w14:textId="4E55ECCA" w:rsidR="00472759" w:rsidRPr="00472759" w:rsidRDefault="00472759" w:rsidP="00F723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2" w:hanging="359"/>
              <w:jc w:val="both"/>
              <w:rPr>
                <w:rFonts w:ascii="Corbel" w:hAnsi="Corbel" w:cs="DejaVu Sans"/>
                <w:color w:val="000000"/>
                <w:spacing w:val="-10"/>
                <w:sz w:val="24"/>
                <w:szCs w:val="24"/>
                <w:lang w:val="en-US" w:eastAsia="pl-PL"/>
              </w:rPr>
            </w:pPr>
            <w:r w:rsidRPr="00472759">
              <w:rPr>
                <w:rFonts w:ascii="Corbel" w:hAnsi="Corbel" w:cs="DejaVu Sans"/>
                <w:color w:val="000000"/>
                <w:spacing w:val="-10"/>
                <w:sz w:val="24"/>
                <w:szCs w:val="24"/>
                <w:lang w:val="en-US" w:eastAsia="pl-PL"/>
              </w:rPr>
              <w:t xml:space="preserve">1. Cotton, D. Falvey, D. </w:t>
            </w:r>
            <w:r w:rsidR="00F723D4">
              <w:rPr>
                <w:rFonts w:ascii="Corbel" w:hAnsi="Corbel" w:cs="DejaVu Sans"/>
                <w:color w:val="000000"/>
                <w:spacing w:val="-10"/>
                <w:sz w:val="24"/>
                <w:szCs w:val="24"/>
                <w:lang w:val="en-US" w:eastAsia="pl-PL"/>
              </w:rPr>
              <w:t>(</w:t>
            </w:r>
            <w:r w:rsidRPr="00472759">
              <w:rPr>
                <w:rFonts w:ascii="Corbel" w:hAnsi="Corbel" w:cs="DejaVu Sans"/>
                <w:color w:val="000000"/>
                <w:spacing w:val="-10"/>
                <w:sz w:val="24"/>
                <w:szCs w:val="24"/>
                <w:lang w:val="en-US" w:eastAsia="pl-PL"/>
              </w:rPr>
              <w:t>2011</w:t>
            </w:r>
            <w:r w:rsidR="00F723D4">
              <w:rPr>
                <w:rFonts w:ascii="Corbel" w:hAnsi="Corbel" w:cs="DejaVu Sans"/>
                <w:color w:val="000000"/>
                <w:spacing w:val="-10"/>
                <w:sz w:val="24"/>
                <w:szCs w:val="24"/>
                <w:lang w:val="en-US" w:eastAsia="pl-PL"/>
              </w:rPr>
              <w:t>).</w:t>
            </w:r>
            <w:r w:rsidRPr="00472759">
              <w:rPr>
                <w:rFonts w:ascii="Corbel" w:hAnsi="Corbel" w:cs="DejaVu Sans"/>
                <w:color w:val="000000"/>
                <w:spacing w:val="-10"/>
                <w:sz w:val="24"/>
                <w:szCs w:val="24"/>
                <w:lang w:val="en-US" w:eastAsia="pl-PL"/>
              </w:rPr>
              <w:t xml:space="preserve"> Language Leader Upper Intermediate: Pearson Longan </w:t>
            </w:r>
          </w:p>
          <w:p w14:paraId="6DD289E4" w14:textId="1AEB23F5" w:rsidR="00C2600C" w:rsidRPr="00F723D4" w:rsidRDefault="00472759" w:rsidP="00F723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2" w:hanging="359"/>
              <w:jc w:val="both"/>
              <w:rPr>
                <w:rFonts w:ascii="Corbel" w:hAnsi="Corbel" w:cs="DejaVu Sans"/>
                <w:color w:val="000000"/>
                <w:spacing w:val="-10"/>
                <w:sz w:val="24"/>
                <w:szCs w:val="24"/>
                <w:lang w:val="en-US" w:eastAsia="pl-PL"/>
              </w:rPr>
            </w:pPr>
            <w:r w:rsidRPr="00472759">
              <w:rPr>
                <w:rFonts w:ascii="Corbel" w:hAnsi="Corbel" w:cs="DejaVu Sans"/>
                <w:color w:val="000000"/>
                <w:spacing w:val="-10"/>
                <w:sz w:val="24"/>
                <w:szCs w:val="24"/>
                <w:lang w:val="en-US" w:eastAsia="pl-PL"/>
              </w:rPr>
              <w:t xml:space="preserve">2. Eales, F. Oakes, S. </w:t>
            </w:r>
            <w:r w:rsidR="00F723D4">
              <w:rPr>
                <w:rFonts w:ascii="Corbel" w:hAnsi="Corbel" w:cs="DejaVu Sans"/>
                <w:color w:val="000000"/>
                <w:spacing w:val="-10"/>
                <w:sz w:val="24"/>
                <w:szCs w:val="24"/>
                <w:lang w:val="en-US" w:eastAsia="pl-PL"/>
              </w:rPr>
              <w:t>(</w:t>
            </w:r>
            <w:r w:rsidRPr="00472759">
              <w:rPr>
                <w:rFonts w:ascii="Corbel" w:hAnsi="Corbel" w:cs="DejaVu Sans"/>
                <w:color w:val="000000"/>
                <w:spacing w:val="-10"/>
                <w:sz w:val="24"/>
                <w:szCs w:val="24"/>
                <w:lang w:val="en-US" w:eastAsia="pl-PL"/>
              </w:rPr>
              <w:t>2011</w:t>
            </w:r>
            <w:r w:rsidR="00F723D4">
              <w:rPr>
                <w:rFonts w:ascii="Corbel" w:hAnsi="Corbel" w:cs="DejaVu Sans"/>
                <w:color w:val="000000"/>
                <w:spacing w:val="-10"/>
                <w:sz w:val="24"/>
                <w:szCs w:val="24"/>
                <w:lang w:val="en-US" w:eastAsia="pl-PL"/>
              </w:rPr>
              <w:t>).</w:t>
            </w:r>
            <w:r w:rsidRPr="00472759">
              <w:rPr>
                <w:rFonts w:ascii="Corbel" w:hAnsi="Corbel" w:cs="DejaVu Sans"/>
                <w:color w:val="000000"/>
                <w:spacing w:val="-10"/>
                <w:sz w:val="24"/>
                <w:szCs w:val="24"/>
                <w:lang w:val="en-US" w:eastAsia="pl-PL"/>
              </w:rPr>
              <w:t xml:space="preserve"> Speak-Out Upper Intermediate: Pearson Longan </w:t>
            </w:r>
          </w:p>
        </w:tc>
      </w:tr>
      <w:tr w:rsidR="0085747A" w:rsidRPr="009C54AE" w14:paraId="04F38BB8" w14:textId="77777777" w:rsidTr="00F723D4">
        <w:trPr>
          <w:trHeight w:val="397"/>
        </w:trPr>
        <w:tc>
          <w:tcPr>
            <w:tcW w:w="9356" w:type="dxa"/>
          </w:tcPr>
          <w:p w14:paraId="5798B325" w14:textId="77777777" w:rsidR="0085747A" w:rsidRPr="004C19AB" w:rsidRDefault="0085747A" w:rsidP="00F723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proofErr w:type="spellStart"/>
            <w:r w:rsidRPr="004C19A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Literatura</w:t>
            </w:r>
            <w:proofErr w:type="spellEnd"/>
            <w:r w:rsidRPr="004C19A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</w:t>
            </w:r>
            <w:proofErr w:type="spellStart"/>
            <w:r w:rsidRPr="004C19A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uzupełniająca</w:t>
            </w:r>
            <w:proofErr w:type="spellEnd"/>
            <w:r w:rsidRPr="004C19A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: </w:t>
            </w:r>
          </w:p>
          <w:p w14:paraId="3E7ED8EB" w14:textId="450CF02D" w:rsidR="00472759" w:rsidRPr="00F723D4" w:rsidRDefault="00472759" w:rsidP="00F723D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  <w:lang w:val="en-US"/>
              </w:rPr>
            </w:pPr>
            <w:r w:rsidRPr="00472759">
              <w:rPr>
                <w:rFonts w:ascii="Corbel" w:hAnsi="Corbel"/>
                <w:b w:val="0"/>
                <w:bCs/>
                <w:smallCaps w:val="0"/>
                <w:color w:val="000000"/>
                <w:szCs w:val="24"/>
                <w:lang w:val="en-US"/>
              </w:rPr>
              <w:t xml:space="preserve">1. Evans, V. Dooly, J. </w:t>
            </w:r>
            <w:r w:rsidR="00F723D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  <w:lang w:val="en-US"/>
              </w:rPr>
              <w:t>(</w:t>
            </w:r>
            <w:r w:rsidRPr="00472759">
              <w:rPr>
                <w:rFonts w:ascii="Corbel" w:hAnsi="Corbel"/>
                <w:b w:val="0"/>
                <w:bCs/>
                <w:smallCaps w:val="0"/>
                <w:color w:val="000000"/>
                <w:szCs w:val="24"/>
                <w:lang w:val="en-US"/>
              </w:rPr>
              <w:t>2014</w:t>
            </w:r>
            <w:r w:rsidR="00F723D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  <w:lang w:val="en-US"/>
              </w:rPr>
              <w:t>)</w:t>
            </w:r>
            <w:r w:rsidRPr="00472759">
              <w:rPr>
                <w:rFonts w:ascii="Corbel" w:hAnsi="Corbel"/>
                <w:b w:val="0"/>
                <w:bCs/>
                <w:smallCaps w:val="0"/>
                <w:color w:val="000000"/>
                <w:szCs w:val="24"/>
                <w:lang w:val="en-US"/>
              </w:rPr>
              <w:t xml:space="preserve"> On Screen Upper intermediate B2+: Express </w:t>
            </w:r>
            <w:r w:rsidRPr="00F723D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  <w:lang w:val="en-US"/>
              </w:rPr>
              <w:t>Publishing</w:t>
            </w:r>
          </w:p>
          <w:p w14:paraId="23549547" w14:textId="77777777" w:rsidR="00472759" w:rsidRPr="00472759" w:rsidRDefault="00472759" w:rsidP="00F723D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472759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2. Strony www z zakresu tematycznego studiowanego kierunku oraz </w:t>
            </w:r>
          </w:p>
          <w:p w14:paraId="7EEF7977" w14:textId="77777777" w:rsidR="00472759" w:rsidRPr="00472759" w:rsidRDefault="00472759" w:rsidP="00F723D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472759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wybranej specjalności.</w:t>
            </w:r>
          </w:p>
          <w:p w14:paraId="4413BEAB" w14:textId="77777777" w:rsidR="00472759" w:rsidRPr="00472759" w:rsidRDefault="00472759" w:rsidP="00F723D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472759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3. E-dydaktyka (strona www CJO; http://e-dydaktyka.ur.rzeszow.pl)</w:t>
            </w:r>
          </w:p>
          <w:p w14:paraId="44868A73" w14:textId="77777777" w:rsidR="00472759" w:rsidRPr="00472759" w:rsidRDefault="00472759" w:rsidP="00F723D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472759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4. Słowniki online</w:t>
            </w:r>
          </w:p>
          <w:p w14:paraId="787A3FEE" w14:textId="77777777" w:rsidR="00C2600C" w:rsidRPr="00472759" w:rsidRDefault="00472759" w:rsidP="00F723D4">
            <w:pPr>
              <w:pStyle w:val="Punktygwne"/>
              <w:spacing w:before="0" w:after="0"/>
              <w:rPr>
                <w:rFonts w:ascii="Corbel" w:hAnsi="Corbel"/>
                <w:color w:val="000000"/>
                <w:szCs w:val="24"/>
              </w:rPr>
            </w:pPr>
            <w:r w:rsidRPr="00472759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5. Platforma e-learningowa</w:t>
            </w:r>
          </w:p>
        </w:tc>
      </w:tr>
    </w:tbl>
    <w:p w14:paraId="0E43C7D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957681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940148B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231A12" w14:textId="77777777" w:rsidR="004F0EC4" w:rsidRDefault="004F0EC4" w:rsidP="00C16ABF">
      <w:pPr>
        <w:spacing w:after="0" w:line="240" w:lineRule="auto"/>
      </w:pPr>
      <w:r>
        <w:separator/>
      </w:r>
    </w:p>
  </w:endnote>
  <w:endnote w:type="continuationSeparator" w:id="0">
    <w:p w14:paraId="6633766F" w14:textId="77777777" w:rsidR="004F0EC4" w:rsidRDefault="004F0EC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jaVu Sans">
    <w:panose1 w:val="020B0603030804020204"/>
    <w:charset w:val="EE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91B55D" w14:textId="77777777" w:rsidR="004F0EC4" w:rsidRDefault="004F0EC4" w:rsidP="00C16ABF">
      <w:pPr>
        <w:spacing w:after="0" w:line="240" w:lineRule="auto"/>
      </w:pPr>
      <w:r>
        <w:separator/>
      </w:r>
    </w:p>
  </w:footnote>
  <w:footnote w:type="continuationSeparator" w:id="0">
    <w:p w14:paraId="65253DA1" w14:textId="77777777" w:rsidR="004F0EC4" w:rsidRDefault="004F0EC4" w:rsidP="00C16ABF">
      <w:pPr>
        <w:spacing w:after="0" w:line="240" w:lineRule="auto"/>
      </w:pPr>
      <w:r>
        <w:continuationSeparator/>
      </w:r>
    </w:p>
  </w:footnote>
  <w:footnote w:id="1">
    <w:p w14:paraId="77F62D77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0D363C"/>
    <w:multiLevelType w:val="hybridMultilevel"/>
    <w:tmpl w:val="BFE0A6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D2E1781"/>
    <w:multiLevelType w:val="hybridMultilevel"/>
    <w:tmpl w:val="DE04DB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1A13C1"/>
    <w:multiLevelType w:val="hybridMultilevel"/>
    <w:tmpl w:val="2C3452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240539"/>
    <w:multiLevelType w:val="hybridMultilevel"/>
    <w:tmpl w:val="3C88A4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08F2"/>
    <w:rsid w:val="00022ECE"/>
    <w:rsid w:val="00027627"/>
    <w:rsid w:val="00042A51"/>
    <w:rsid w:val="00042D2E"/>
    <w:rsid w:val="00044C82"/>
    <w:rsid w:val="000663E2"/>
    <w:rsid w:val="00070ED6"/>
    <w:rsid w:val="000742DC"/>
    <w:rsid w:val="00080ACD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0F7870"/>
    <w:rsid w:val="00106702"/>
    <w:rsid w:val="0012034C"/>
    <w:rsid w:val="00124BFF"/>
    <w:rsid w:val="0012560E"/>
    <w:rsid w:val="00127108"/>
    <w:rsid w:val="00134B13"/>
    <w:rsid w:val="00143AAC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4A59"/>
    <w:rsid w:val="00192F37"/>
    <w:rsid w:val="001A70D2"/>
    <w:rsid w:val="001D657B"/>
    <w:rsid w:val="001D7B54"/>
    <w:rsid w:val="001E0209"/>
    <w:rsid w:val="001E5BA0"/>
    <w:rsid w:val="001F2CA2"/>
    <w:rsid w:val="002144C0"/>
    <w:rsid w:val="0022386E"/>
    <w:rsid w:val="0022477D"/>
    <w:rsid w:val="002278A9"/>
    <w:rsid w:val="002336F9"/>
    <w:rsid w:val="0024028F"/>
    <w:rsid w:val="00244ABC"/>
    <w:rsid w:val="00281FF2"/>
    <w:rsid w:val="002857DE"/>
    <w:rsid w:val="00291567"/>
    <w:rsid w:val="00292B5C"/>
    <w:rsid w:val="002A22BF"/>
    <w:rsid w:val="002A2389"/>
    <w:rsid w:val="002A253D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6569"/>
    <w:rsid w:val="00363D81"/>
    <w:rsid w:val="00363F78"/>
    <w:rsid w:val="0036605E"/>
    <w:rsid w:val="003732C2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5D5B"/>
    <w:rsid w:val="00411361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2759"/>
    <w:rsid w:val="0047598D"/>
    <w:rsid w:val="0048194F"/>
    <w:rsid w:val="004840FD"/>
    <w:rsid w:val="00490F7D"/>
    <w:rsid w:val="00491678"/>
    <w:rsid w:val="004968E2"/>
    <w:rsid w:val="004A3EEA"/>
    <w:rsid w:val="004A4D1F"/>
    <w:rsid w:val="004C19AB"/>
    <w:rsid w:val="004D3B0D"/>
    <w:rsid w:val="004D5282"/>
    <w:rsid w:val="004F0EC4"/>
    <w:rsid w:val="004F1551"/>
    <w:rsid w:val="004F558D"/>
    <w:rsid w:val="004F55A3"/>
    <w:rsid w:val="0050496F"/>
    <w:rsid w:val="00513B6F"/>
    <w:rsid w:val="00517C63"/>
    <w:rsid w:val="00530160"/>
    <w:rsid w:val="00533CFB"/>
    <w:rsid w:val="005363C4"/>
    <w:rsid w:val="00536BDE"/>
    <w:rsid w:val="00543ACC"/>
    <w:rsid w:val="00550F8C"/>
    <w:rsid w:val="0056696D"/>
    <w:rsid w:val="0059484D"/>
    <w:rsid w:val="005A0855"/>
    <w:rsid w:val="005A3196"/>
    <w:rsid w:val="005C080F"/>
    <w:rsid w:val="005C55E5"/>
    <w:rsid w:val="005C696A"/>
    <w:rsid w:val="005D1582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778DA"/>
    <w:rsid w:val="00696477"/>
    <w:rsid w:val="006A1D0C"/>
    <w:rsid w:val="006A30B3"/>
    <w:rsid w:val="006A3B90"/>
    <w:rsid w:val="006D050F"/>
    <w:rsid w:val="006D6139"/>
    <w:rsid w:val="006E5D65"/>
    <w:rsid w:val="006F1282"/>
    <w:rsid w:val="006F1FBC"/>
    <w:rsid w:val="006F31E2"/>
    <w:rsid w:val="006F46AF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78F7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31E8D"/>
    <w:rsid w:val="008449B3"/>
    <w:rsid w:val="0085061C"/>
    <w:rsid w:val="008552A2"/>
    <w:rsid w:val="0085747A"/>
    <w:rsid w:val="00873B89"/>
    <w:rsid w:val="00884922"/>
    <w:rsid w:val="00885F64"/>
    <w:rsid w:val="008917F9"/>
    <w:rsid w:val="008A3BCD"/>
    <w:rsid w:val="008A45F7"/>
    <w:rsid w:val="008C0CC0"/>
    <w:rsid w:val="008C19A9"/>
    <w:rsid w:val="008C379D"/>
    <w:rsid w:val="008C441B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61920"/>
    <w:rsid w:val="00997F14"/>
    <w:rsid w:val="009A3986"/>
    <w:rsid w:val="009A78D9"/>
    <w:rsid w:val="009C3E31"/>
    <w:rsid w:val="009C54AE"/>
    <w:rsid w:val="009C788E"/>
    <w:rsid w:val="009D3F3B"/>
    <w:rsid w:val="009D4AC7"/>
    <w:rsid w:val="009E0543"/>
    <w:rsid w:val="009E3B41"/>
    <w:rsid w:val="009F3C5C"/>
    <w:rsid w:val="009F4610"/>
    <w:rsid w:val="00A00ECC"/>
    <w:rsid w:val="00A155EE"/>
    <w:rsid w:val="00A15B9C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2F5F"/>
    <w:rsid w:val="00A63C26"/>
    <w:rsid w:val="00A70B0A"/>
    <w:rsid w:val="00A84C85"/>
    <w:rsid w:val="00A901A2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035A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3AEE"/>
    <w:rsid w:val="00BB462C"/>
    <w:rsid w:val="00BB520A"/>
    <w:rsid w:val="00BC04CD"/>
    <w:rsid w:val="00BD3869"/>
    <w:rsid w:val="00BD66E9"/>
    <w:rsid w:val="00BD6FF4"/>
    <w:rsid w:val="00BE66DA"/>
    <w:rsid w:val="00BF2C41"/>
    <w:rsid w:val="00C058B4"/>
    <w:rsid w:val="00C05F44"/>
    <w:rsid w:val="00C131B5"/>
    <w:rsid w:val="00C16ABF"/>
    <w:rsid w:val="00C170AE"/>
    <w:rsid w:val="00C24E75"/>
    <w:rsid w:val="00C2600C"/>
    <w:rsid w:val="00C26CB7"/>
    <w:rsid w:val="00C324C1"/>
    <w:rsid w:val="00C36992"/>
    <w:rsid w:val="00C56036"/>
    <w:rsid w:val="00C61DC5"/>
    <w:rsid w:val="00C64C6B"/>
    <w:rsid w:val="00C67E92"/>
    <w:rsid w:val="00C70A26"/>
    <w:rsid w:val="00C766DF"/>
    <w:rsid w:val="00C80A78"/>
    <w:rsid w:val="00C94B98"/>
    <w:rsid w:val="00CA25F8"/>
    <w:rsid w:val="00CA2B96"/>
    <w:rsid w:val="00CA5089"/>
    <w:rsid w:val="00CD6897"/>
    <w:rsid w:val="00CD6C9E"/>
    <w:rsid w:val="00CE5BAC"/>
    <w:rsid w:val="00CE5D46"/>
    <w:rsid w:val="00CF25BE"/>
    <w:rsid w:val="00CF78ED"/>
    <w:rsid w:val="00D02B25"/>
    <w:rsid w:val="00D02EBA"/>
    <w:rsid w:val="00D03445"/>
    <w:rsid w:val="00D17C3C"/>
    <w:rsid w:val="00D26B2C"/>
    <w:rsid w:val="00D352C9"/>
    <w:rsid w:val="00D425B2"/>
    <w:rsid w:val="00D428D6"/>
    <w:rsid w:val="00D521DA"/>
    <w:rsid w:val="00D552B2"/>
    <w:rsid w:val="00D608D1"/>
    <w:rsid w:val="00D74119"/>
    <w:rsid w:val="00D8075B"/>
    <w:rsid w:val="00D814B4"/>
    <w:rsid w:val="00D8678B"/>
    <w:rsid w:val="00DA2114"/>
    <w:rsid w:val="00DE09C0"/>
    <w:rsid w:val="00DE4A14"/>
    <w:rsid w:val="00DF0965"/>
    <w:rsid w:val="00DF320D"/>
    <w:rsid w:val="00DF71C8"/>
    <w:rsid w:val="00E129B8"/>
    <w:rsid w:val="00E21E7D"/>
    <w:rsid w:val="00E22123"/>
    <w:rsid w:val="00E22FBC"/>
    <w:rsid w:val="00E24BF5"/>
    <w:rsid w:val="00E25338"/>
    <w:rsid w:val="00E35E49"/>
    <w:rsid w:val="00E370DB"/>
    <w:rsid w:val="00E51E44"/>
    <w:rsid w:val="00E52559"/>
    <w:rsid w:val="00E60E52"/>
    <w:rsid w:val="00E63348"/>
    <w:rsid w:val="00E742AA"/>
    <w:rsid w:val="00E77E88"/>
    <w:rsid w:val="00E8107D"/>
    <w:rsid w:val="00E95020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2013"/>
    <w:rsid w:val="00F17567"/>
    <w:rsid w:val="00F27A7B"/>
    <w:rsid w:val="00F426F5"/>
    <w:rsid w:val="00F526AF"/>
    <w:rsid w:val="00F617C3"/>
    <w:rsid w:val="00F7066B"/>
    <w:rsid w:val="00F723D4"/>
    <w:rsid w:val="00F83B28"/>
    <w:rsid w:val="00F91B67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D2A5E"/>
  <w15:docId w15:val="{CC1F8849-78E8-43B4-936C-D523B63DF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8EBEC98-05C8-448C-87B5-236AAAACFF5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6416D55-5CBB-463E-BE0A-6ED818FC9408}"/>
</file>

<file path=customXml/itemProps3.xml><?xml version="1.0" encoding="utf-8"?>
<ds:datastoreItem xmlns:ds="http://schemas.openxmlformats.org/officeDocument/2006/customXml" ds:itemID="{FB5F58AE-8481-4CC6-B8E8-E69A3923CCC1}"/>
</file>

<file path=customXml/itemProps4.xml><?xml version="1.0" encoding="utf-8"?>
<ds:datastoreItem xmlns:ds="http://schemas.openxmlformats.org/officeDocument/2006/customXml" ds:itemID="{99526E6F-E533-48ED-A83C-C5795623DB0C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78</TotalTime>
  <Pages>7</Pages>
  <Words>1879</Words>
  <Characters>11279</Characters>
  <Application>Microsoft Office Word</Application>
  <DocSecurity>0</DocSecurity>
  <Lines>93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Marek Motyka</cp:lastModifiedBy>
  <cp:revision>19</cp:revision>
  <cp:lastPrinted>2019-02-06T12:12:00Z</cp:lastPrinted>
  <dcterms:created xsi:type="dcterms:W3CDTF">2020-10-27T08:59:00Z</dcterms:created>
  <dcterms:modified xsi:type="dcterms:W3CDTF">2021-10-01T19:37:00Z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